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0BB" w:rsidRDefault="004B3D95" w:rsidP="005E4259">
      <w:pPr>
        <w:pStyle w:val="BodyText"/>
      </w:pPr>
      <w:r w:rsidRPr="000F41B5">
        <w:rPr>
          <w:rStyle w:val="Emphasis"/>
          <w:b w:val="0"/>
          <w:spacing w:val="-5"/>
        </w:rPr>
        <w:pict>
          <v:rect id="_x0000_s1088" style="position:absolute;margin-left:27pt;margin-top:29.2pt;width:739.55pt;height:557.7pt;z-index:-251675136;mso-position-horizontal-relative:page;mso-position-vertical-relative:page" fillcolor="#fc9" stroked="f" strokecolor="#c9f" strokeweight="1.5pt">
            <w10:wrap anchorx="page" anchory="page"/>
          </v:rect>
        </w:pict>
      </w:r>
      <w:r>
        <w:rPr>
          <w:rFonts w:ascii="Times New Roman" w:hAnsi="Times New Roman"/>
          <w:noProof/>
          <w:color w:val="auto"/>
          <w:sz w:val="24"/>
          <w:szCs w:val="24"/>
        </w:rPr>
        <w:pict>
          <v:shapetype id="_x0000_t202" coordsize="21600,21600" o:spt="202" path="m,l,21600r21600,l21600,xe">
            <v:stroke joinstyle="miter"/>
            <v:path gradientshapeok="t" o:connecttype="rect"/>
          </v:shapetype>
          <v:shape id="_x0000_s1906" type="#_x0000_t202" style="position:absolute;margin-left:-11.7pt;margin-top:-47.7pt;width:659.3pt;height:37.1pt;z-index:251674112" filled="f" stroked="f" strokecolor="#c9f" strokeweight="1.5pt">
            <v:textbox>
              <w:txbxContent>
                <w:p w:rsidR="004B3D95" w:rsidRDefault="004B3D95" w:rsidP="004B3D95">
                  <w:pPr>
                    <w:pStyle w:val="Header"/>
                    <w:pBdr>
                      <w:bottom w:val="single" w:sz="6" w:space="1" w:color="auto"/>
                    </w:pBdr>
                    <w:rPr>
                      <w:rFonts w:ascii="Verdana" w:hAnsi="Verdana"/>
                      <w:b/>
                      <w:bCs/>
                      <w:sz w:val="14"/>
                      <w:szCs w:val="14"/>
                    </w:rPr>
                  </w:pPr>
                  <w:r>
                    <w:rPr>
                      <w:rFonts w:ascii="Verdana" w:hAnsi="Verdana"/>
                      <w:b/>
                      <w:bCs/>
                      <w:sz w:val="14"/>
                      <w:szCs w:val="14"/>
                    </w:rPr>
                    <w:t>Intel® Teach Program</w:t>
                  </w:r>
                </w:p>
                <w:p w:rsidR="004B3D95" w:rsidRDefault="004B3D95" w:rsidP="004B3D95">
                  <w:pPr>
                    <w:pStyle w:val="Header"/>
                    <w:rPr>
                      <w:rFonts w:ascii="Verdana" w:hAnsi="Verdana"/>
                      <w:b/>
                      <w:sz w:val="14"/>
                      <w:szCs w:val="14"/>
                    </w:rPr>
                  </w:pPr>
                  <w:r>
                    <w:rPr>
                      <w:rFonts w:ascii="Verdana" w:hAnsi="Verdana"/>
                      <w:b/>
                      <w:sz w:val="14"/>
                      <w:szCs w:val="14"/>
                    </w:rPr>
                    <w:t>Designing Effective Projects</w:t>
                  </w:r>
                </w:p>
                <w:p w:rsidR="004B3D95" w:rsidRDefault="004B3D95"/>
              </w:txbxContent>
            </v:textbox>
          </v:shape>
        </w:pict>
      </w:r>
      <w:r w:rsidR="00AA5AAE">
        <w:rPr>
          <w:rFonts w:ascii="Times New Roman" w:hAnsi="Times New Roman"/>
          <w:color w:val="auto"/>
          <w:sz w:val="24"/>
          <w:szCs w:val="24"/>
        </w:rPr>
        <w:pict>
          <v:group id="_x0000_s1862" style="position:absolute;margin-left:7.8pt;margin-top:-10.6pt;width:180.4pt;height:51.75pt;z-index:251654656" coordorigin="105850944,106756200" coordsize="2291144,657225">
            <v:rect id="_x0000_s1863" style="position:absolute;left:105850944;top:106756200;width:2291144;height:657225;visibility:visible;mso-wrap-edited:f;mso-wrap-distance-left:2.88pt;mso-wrap-distance-top:2.88pt;mso-wrap-distance-right:2.88pt;mso-wrap-distance-bottom:2.88pt" fillcolor="black" strokeweight="1pt" insetpen="t" o:cliptowrap="t">
              <v:shadow color="#ccc"/>
              <o:lock v:ext="edit" shapetype="t"/>
              <v:textbox inset="2.88pt,2.88pt,2.88pt,2.88pt"/>
            </v:rect>
            <v:shape id="_x0000_s1864" type="#_x0000_t202" style="position:absolute;left:105914067;top:106756200;width:2164893;height:657225;visibility:visible;mso-wrap-edited:f;mso-wrap-distance-left:2.88pt;mso-wrap-distance-top:2.88pt;mso-wrap-distance-right:2.88pt;mso-wrap-distance-bottom:2.88pt" filled="f" fillcolor="black" stroked="f" strokeweight="0" insetpen="t" o:cliptowrap="t">
              <v:shadow color="#ccc"/>
              <o:lock v:ext="edit" shapetype="t"/>
              <v:textbox style="mso-next-textbox:#_x0000_s1864;mso-column-margin:5.7pt" inset="2.85pt,2.85pt,2.85pt,2.85pt">
                <w:txbxContent>
                  <w:p w:rsidR="001340BB" w:rsidRPr="001340BB" w:rsidRDefault="001340BB" w:rsidP="001340BB">
                    <w:pPr>
                      <w:pStyle w:val="Heading7"/>
                      <w:widowControl w:val="0"/>
                      <w:jc w:val="center"/>
                      <w:rPr>
                        <w:b/>
                        <w:bCs/>
                        <w:color w:val="FFFFFF"/>
                        <w:sz w:val="32"/>
                        <w:szCs w:val="32"/>
                        <w:lang/>
                      </w:rPr>
                    </w:pPr>
                    <w:r w:rsidRPr="001340BB">
                      <w:rPr>
                        <w:b/>
                        <w:bCs/>
                        <w:color w:val="FFFFFF"/>
                        <w:sz w:val="32"/>
                        <w:szCs w:val="32"/>
                        <w:lang/>
                      </w:rPr>
                      <w:t>So Much Fun!</w:t>
                    </w:r>
                  </w:p>
                </w:txbxContent>
              </v:textbox>
            </v:shape>
            <v:rect id="_x0000_s1865" style="position:absolute;left:105914067;top:106822875;width:2164893;height:519113;visibility:visible;mso-wrap-edited:f;mso-wrap-distance-left:2.88pt;mso-wrap-distance-top:2.88pt;mso-wrap-distance-right:2.88pt;mso-wrap-distance-bottom:2.88pt" filled="f" fillcolor="black" strokecolor="white" strokeweight=".25pt" insetpen="t" o:cliptowrap="t">
              <v:shadow color="#ccc"/>
              <o:lock v:ext="edit" shapetype="t"/>
              <v:textbox inset="2.88pt,2.88pt,2.88pt,2.88pt"/>
            </v:rect>
          </v:group>
        </w:pict>
      </w:r>
      <w:r w:rsidR="00AA5AAE">
        <w:rPr>
          <w:noProof/>
          <w:lang w:bidi="he-IL"/>
        </w:rPr>
        <w:pict>
          <v:group id="_x0000_s1883" style="position:absolute;margin-left:218.4pt;margin-top:-10.6pt;width:19.5pt;height:532.8pt;z-index:251665920" coordorigin="111842550,106756200" coordsize="247650,6766560">
            <v:line id="_x0000_s1884" style="position:absolute;visibility:visible;mso-wrap-edited:f;mso-wrap-distance-left:2.88pt;mso-wrap-distance-top:2.88pt;mso-wrap-distance-right:2.88pt;mso-wrap-distance-bottom:2.88pt" from="111966375,106756200" to="111966375,113522760" strokecolor="#03c" strokeweight="1pt" o:cliptowrap="t">
              <v:shadow color="#ccc"/>
            </v:line>
            <v:rect id="_x0000_s1885" style="position:absolute;left:111842550;top:112271176;width:247650;height:242887;visibility:visible;mso-wrap-edited:f;mso-wrap-distance-left:2.88pt;mso-wrap-distance-top:2.88pt;mso-wrap-distance-right:2.88pt;mso-wrap-distance-bottom:2.88pt" fillcolor="#6cf" strokecolor="#03c" strokeweight=".25pt" insetpen="t" o:cliptowrap="t">
              <v:shadow color="#ccc"/>
              <o:lock v:ext="edit" shapetype="t"/>
              <v:textbox inset="2.88pt,2.88pt,2.88pt,2.88pt"/>
            </v:rect>
          </v:group>
        </w:pict>
      </w:r>
    </w:p>
    <w:p w:rsidR="001340BB" w:rsidRDefault="001340BB" w:rsidP="005E4259">
      <w:pPr>
        <w:pStyle w:val="BodyText"/>
      </w:pPr>
    </w:p>
    <w:p w:rsidR="001340BB" w:rsidRDefault="001340BB" w:rsidP="005E4259">
      <w:pPr>
        <w:pStyle w:val="BodyText"/>
      </w:pPr>
    </w:p>
    <w:p w:rsidR="001340BB" w:rsidRPr="001340BB" w:rsidRDefault="00D36BB7" w:rsidP="001340BB">
      <w:pPr>
        <w:widowControl w:val="0"/>
        <w:rPr>
          <w:sz w:val="20"/>
          <w:szCs w:val="20"/>
          <w:lang/>
        </w:rPr>
      </w:pPr>
      <w:r>
        <w:rPr>
          <w:noProof/>
          <w:sz w:val="20"/>
          <w:szCs w:val="20"/>
          <w:lang w:bidi="ar-SA"/>
        </w:rPr>
        <w:drawing>
          <wp:anchor distT="36576" distB="36576" distL="36576" distR="36576" simplePos="0" relativeHeight="251655680" behindDoc="0" locked="0" layoutInCell="1" allowOverlap="1">
            <wp:simplePos x="0" y="0"/>
            <wp:positionH relativeFrom="column">
              <wp:posOffset>247650</wp:posOffset>
            </wp:positionH>
            <wp:positionV relativeFrom="paragraph">
              <wp:posOffset>1508760</wp:posOffset>
            </wp:positionV>
            <wp:extent cx="2197100" cy="2159000"/>
            <wp:effectExtent l="0" t="0" r="0" b="0"/>
            <wp:wrapNone/>
            <wp:docPr id="842" name="Picture 842" descr="j0232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2" descr="j0232153"/>
                    <pic:cNvPicPr>
                      <a:picLocks noChangeAspect="1" noChangeArrowheads="1"/>
                    </pic:cNvPicPr>
                  </pic:nvPicPr>
                  <pic:blipFill>
                    <a:blip r:embed="rId5" cstate="print"/>
                    <a:srcRect/>
                    <a:stretch>
                      <a:fillRect/>
                    </a:stretch>
                  </pic:blipFill>
                  <pic:spPr bwMode="auto">
                    <a:xfrm>
                      <a:off x="0" y="0"/>
                      <a:ext cx="2197100" cy="2159000"/>
                    </a:xfrm>
                    <a:prstGeom prst="rect">
                      <a:avLst/>
                    </a:prstGeom>
                    <a:noFill/>
                    <a:ln w="9525" algn="in">
                      <a:noFill/>
                      <a:miter lim="800000"/>
                      <a:headEnd/>
                      <a:tailEnd/>
                    </a:ln>
                    <a:effectLst/>
                  </pic:spPr>
                </pic:pic>
              </a:graphicData>
            </a:graphic>
          </wp:anchor>
        </w:drawing>
      </w:r>
      <w:r w:rsidR="001340BB" w:rsidRPr="001340BB">
        <w:rPr>
          <w:sz w:val="20"/>
          <w:szCs w:val="20"/>
          <w:lang/>
        </w:rPr>
        <w:t>The boat is also very fun to play with. It doesn’t sink in any type of water because we tested it. The children can open up the egg carton to put the play people or cars or animals or anything they want inside. Then they can make it crash through waves or even fall over and it will not sink.</w:t>
      </w:r>
    </w:p>
    <w:p w:rsidR="001340BB" w:rsidRDefault="001340BB" w:rsidP="00D53AC3">
      <w:pPr>
        <w:pStyle w:val="BodyText"/>
      </w:pPr>
    </w:p>
    <w:p w:rsidR="001340BB" w:rsidRDefault="001340BB" w:rsidP="00D53AC3">
      <w:pPr>
        <w:pStyle w:val="BodyText"/>
      </w:pPr>
    </w:p>
    <w:p w:rsidR="001340BB" w:rsidRDefault="001340BB" w:rsidP="00D53AC3">
      <w:pPr>
        <w:pStyle w:val="BodyText"/>
      </w:pPr>
    </w:p>
    <w:p w:rsidR="001340BB" w:rsidRDefault="001340BB" w:rsidP="00D53AC3">
      <w:pPr>
        <w:pStyle w:val="BodyText"/>
      </w:pPr>
    </w:p>
    <w:p w:rsidR="001340BB" w:rsidRDefault="001340BB" w:rsidP="00D53AC3">
      <w:pPr>
        <w:pStyle w:val="BodyText"/>
      </w:pPr>
    </w:p>
    <w:p w:rsidR="001340BB" w:rsidRDefault="001340BB" w:rsidP="00D53AC3">
      <w:pPr>
        <w:pStyle w:val="BodyText"/>
      </w:pPr>
    </w:p>
    <w:p w:rsidR="001340BB" w:rsidRDefault="001340BB" w:rsidP="001340BB">
      <w:pPr>
        <w:rPr>
          <w:sz w:val="20"/>
          <w:szCs w:val="20"/>
          <w:lang/>
        </w:rPr>
      </w:pPr>
    </w:p>
    <w:p w:rsidR="001340BB" w:rsidRPr="001340BB" w:rsidRDefault="001340BB" w:rsidP="001340BB">
      <w:pPr>
        <w:rPr>
          <w:sz w:val="20"/>
          <w:szCs w:val="20"/>
          <w:lang/>
        </w:rPr>
      </w:pPr>
      <w:r w:rsidRPr="001340BB">
        <w:rPr>
          <w:sz w:val="20"/>
          <w:szCs w:val="20"/>
          <w:lang/>
        </w:rPr>
        <w:t>It can be a transport ship, an ocean liner, a houseboat, or a pleasure boat—wherever the children’s imagination takes them. You can also order a sail that attaches to the top of the Wave Breaker. The boat is so light that even a slight breeze will catch the sail and have it racing across a pond in no time.</w:t>
      </w:r>
    </w:p>
    <w:p w:rsidR="001340BB" w:rsidRDefault="00AA5AAE" w:rsidP="001340BB">
      <w:pPr>
        <w:widowControl w:val="0"/>
        <w:rPr>
          <w:lang/>
        </w:rPr>
      </w:pPr>
      <w:r>
        <w:rPr>
          <w:noProof/>
        </w:rPr>
        <w:lastRenderedPageBreak/>
        <w:pict>
          <v:group id="_x0000_s1886" style="position:absolute;margin-left:217.8pt;margin-top:-10.6pt;width:19.5pt;height:532.8pt;z-index:251666944" coordorigin="108456413,106756200" coordsize="247650,6766560">
            <v:line id="_x0000_s1887" style="position:absolute;visibility:visible;mso-wrap-edited:f;mso-wrap-distance-left:2.88pt;mso-wrap-distance-top:2.88pt;mso-wrap-distance-right:2.88pt;mso-wrap-distance-bottom:2.88pt" from="108580238,106756200" to="108580238,113522760" strokecolor="#03c" strokeweight="1pt" o:cliptowrap="t">
              <v:shadow color="#ccc"/>
            </v:line>
            <v:rect id="_x0000_s1888" style="position:absolute;left:108456413;top:108214809;width:247650;height:244539;visibility:visible;mso-wrap-edited:f;mso-wrap-distance-left:2.88pt;mso-wrap-distance-top:2.88pt;mso-wrap-distance-right:2.88pt;mso-wrap-distance-bottom:2.88pt" fillcolor="#6cf" strokecolor="#03c" strokeweight=".25pt" insetpen="t" o:cliptowrap="t">
              <v:shadow color="#ccc"/>
              <o:lock v:ext="edit" shapetype="t"/>
              <v:textbox inset="2.88pt,2.88pt,2.88pt,2.88pt"/>
            </v:rect>
          </v:group>
        </w:pict>
      </w:r>
      <w:r>
        <w:rPr>
          <w:noProof/>
        </w:rPr>
        <w:pict>
          <v:group id="_x0000_s1871" style="position:absolute;margin-left:264.6pt;margin-top:-10.6pt;width:189.2pt;height:532.8pt;z-index:251660800" coordorigin="112208310,106756200" coordsize="2402586,6766560">
            <v:rect id="_x0000_s1872" style="position:absolute;left:113370360;top:106756200;width:1240536;height:6766560;visibility:visible;mso-wrap-edited:f;mso-wrap-distance-left:2.88pt;mso-wrap-distance-top:2.88pt;mso-wrap-distance-right:2.88pt;mso-wrap-distance-bottom:2.88pt" fillcolor="#03c" stroked="f" strokeweight="0" insetpen="t" o:cliptowrap="t">
              <v:shadow color="#ccc"/>
              <o:lock v:ext="edit" shapetype="t"/>
              <v:textbox inset="2.88pt,2.88pt,2.88pt,2.88pt"/>
            </v:rect>
            <v:oval id="_x0000_s1873" style="position:absolute;left:112208310;top:107622974;width:2286000;height:2286000;visibility:visible;mso-wrap-edited:f;mso-wrap-distance-left:2.88pt;mso-wrap-distance-top:2.88pt;mso-wrap-distance-right:2.88pt;mso-wrap-distance-bottom:2.88pt" strokeweight=".25pt" insetpen="t" o:cliptowrap="t">
              <v:shadow color="#ccc"/>
              <o:lock v:ext="edit" shapetype="t"/>
              <v:textbox inset="2.88pt,2.88pt,2.88pt,2.88pt"/>
            </v:oval>
            <v:rect id="_x0000_s1874" style="position:absolute;left:112737627;top:108146850;width:1233080;height:1231837;visibility:visible;mso-wrap-edited:f;mso-wrap-distance-left:2.88pt;mso-wrap-distance-top:2.88pt;mso-wrap-distance-right:2.88pt;mso-wrap-distance-bottom:2.88pt" filled="f" fillcolor="black" stroked="f" strokeweight="0" insetpen="t" o:cliptowrap="t">
              <v:imagedata r:id="rId6" o:title="j0339356"/>
              <v:shadow color="#ccc"/>
              <o:lock v:ext="edit" shapetype="t"/>
            </v:rect>
            <v:shape id="_x0000_s1875" type="#_x0000_t202" style="position:absolute;left:113366550;top:110400465;width:1094423;height:499110;visibility:visible;mso-wrap-edited:f;mso-wrap-distance-left:2.88pt;mso-wrap-distance-top:2.88pt;mso-wrap-distance-right:2.88pt;mso-wrap-distance-bottom:2.88pt" filled="f" stroked="f" strokeweight="0" insetpen="t" o:cliptowrap="t">
              <v:shadow color="#ccc"/>
              <o:lock v:ext="edit" shapetype="t"/>
              <v:textbox style="mso-column-margin:5.7pt" inset="2.85pt,2.85pt,2.85pt,2.85pt">
                <w:txbxContent>
                  <w:p w:rsidR="00AA5AAE" w:rsidRPr="00AA5AAE" w:rsidRDefault="00AA5AAE">
                    <w:pPr>
                      <w:pStyle w:val="unknownstyle"/>
                      <w:jc w:val="center"/>
                      <w:rPr>
                        <w:b/>
                        <w:bCs/>
                        <w:sz w:val="24"/>
                        <w:szCs w:val="24"/>
                      </w:rPr>
                    </w:pPr>
                    <w:r w:rsidRPr="00AA5AAE">
                      <w:rPr>
                        <w:b/>
                        <w:bCs/>
                        <w:sz w:val="24"/>
                        <w:szCs w:val="24"/>
                      </w:rPr>
                      <w:t>The unsinkable toy boat.</w:t>
                    </w:r>
                  </w:p>
                </w:txbxContent>
              </v:textbox>
            </v:shape>
          </v:group>
        </w:pict>
      </w:r>
    </w:p>
    <w:p w:rsidR="00D53AC3" w:rsidRDefault="00AA5AAE" w:rsidP="00D53AC3">
      <w:pPr>
        <w:pStyle w:val="BodyText"/>
        <w:sectPr w:rsidR="00D53AC3" w:rsidSect="005E4259">
          <w:type w:val="nextColumn"/>
          <w:pgSz w:w="15840" w:h="12240" w:orient="landscape" w:code="1"/>
          <w:pgMar w:top="1008" w:right="1008" w:bottom="1008" w:left="1008" w:header="720" w:footer="720" w:gutter="0"/>
          <w:cols w:num="3" w:space="720"/>
          <w:docGrid w:linePitch="212"/>
        </w:sectPr>
      </w:pPr>
      <w:r>
        <w:rPr>
          <w:noProof/>
          <w:lang w:bidi="he-IL"/>
        </w:rPr>
        <w:pict>
          <v:shape id="_x0000_s1881" type="#_x0000_t202" style="position:absolute;margin-left:241.2pt;margin-top:445.5pt;width:106.65pt;height:42.4pt;z-index:251663872;visibility:visible;mso-wrap-edited:f;mso-wrap-distance-left:2.88pt;mso-wrap-distance-top:2.88pt;mso-wrap-distance-right:2.88pt;mso-wrap-distance-bottom:2.88pt" stroked="f" strokeweight="0" insetpen="t" o:cliptowrap="t">
            <v:shadow color="#ccc"/>
            <o:lock v:ext="edit" shapetype="t"/>
            <v:textbox style="mso-column-margin:5.7pt" inset="2.85pt,2.85pt,2.85pt,2.85pt">
              <w:txbxContent>
                <w:p w:rsidR="00AA5AAE" w:rsidRDefault="00AA5AAE" w:rsidP="00AA5AAE">
                  <w:pPr>
                    <w:pStyle w:val="Heading4"/>
                    <w:spacing w:before="0" w:after="0"/>
                    <w:jc w:val="center"/>
                    <w:rPr>
                      <w:sz w:val="18"/>
                      <w:szCs w:val="18"/>
                    </w:rPr>
                  </w:pPr>
                  <w:r>
                    <w:rPr>
                      <w:sz w:val="18"/>
                      <w:szCs w:val="18"/>
                    </w:rPr>
                    <w:t>Shane</w:t>
                  </w:r>
                </w:p>
                <w:p w:rsidR="00AA5AAE" w:rsidRDefault="00AA5AAE" w:rsidP="00AA5AAE">
                  <w:pPr>
                    <w:pStyle w:val="Heading4"/>
                    <w:spacing w:before="0" w:after="0"/>
                    <w:jc w:val="center"/>
                    <w:rPr>
                      <w:sz w:val="18"/>
                      <w:szCs w:val="18"/>
                    </w:rPr>
                  </w:pPr>
                  <w:r>
                    <w:rPr>
                      <w:sz w:val="18"/>
                      <w:szCs w:val="18"/>
                    </w:rPr>
                    <w:t>Antonio</w:t>
                  </w:r>
                </w:p>
                <w:p w:rsidR="00AA5AAE" w:rsidRDefault="00AA5AAE" w:rsidP="00AA5AAE">
                  <w:pPr>
                    <w:pStyle w:val="Heading4"/>
                    <w:spacing w:before="0" w:after="0"/>
                    <w:jc w:val="center"/>
                    <w:rPr>
                      <w:sz w:val="18"/>
                      <w:szCs w:val="18"/>
                    </w:rPr>
                  </w:pPr>
                  <w:r>
                    <w:rPr>
                      <w:sz w:val="18"/>
                      <w:szCs w:val="18"/>
                    </w:rPr>
                    <w:t>Lavonne</w:t>
                  </w:r>
                </w:p>
                <w:p w:rsidR="00AA5AAE" w:rsidRDefault="00AA5AAE">
                  <w:pPr>
                    <w:pStyle w:val="Heading4"/>
                    <w:jc w:val="center"/>
                    <w:rPr>
                      <w:sz w:val="14"/>
                      <w:szCs w:val="14"/>
                    </w:rPr>
                  </w:pPr>
                </w:p>
              </w:txbxContent>
            </v:textbox>
          </v:shape>
        </w:pict>
      </w:r>
      <w:r>
        <w:rPr>
          <w:noProof/>
          <w:lang w:bidi="he-IL"/>
        </w:rPr>
        <w:pict>
          <v:group id="_x0000_s1877" style="position:absolute;margin-left:268.5pt;margin-top:180.5pt;width:167.7pt;height:49.85pt;z-index:251662848" coordorigin="112316855,109704188" coordsize="2129868,633412">
            <v:rect id="_x0000_s1878" style="position:absolute;left:112316855;top:109704188;width:2129868;height:633412;visibility:visible;mso-wrap-edited:f;mso-wrap-distance-left:2.88pt;mso-wrap-distance-top:2.88pt;mso-wrap-distance-right:2.88pt;mso-wrap-distance-bottom:2.88pt" fillcolor="black" strokeweight="1pt" insetpen="t" o:cliptowrap="t">
              <v:shadow color="#ccc"/>
              <o:lock v:ext="edit" shapetype="t"/>
              <v:textbox inset="2.88pt,2.88pt,2.88pt,2.88pt"/>
            </v:rect>
            <v:shape id="_x0000_s1879" type="#_x0000_t202" style="position:absolute;left:112378334;top:109704188;width:2007864;height:633412;visibility:visible;mso-wrap-edited:f;mso-wrap-distance-left:2.88pt;mso-wrap-distance-top:2.88pt;mso-wrap-distance-right:2.88pt;mso-wrap-distance-bottom:2.88pt" filled="f" fillcolor="black" stroked="f" strokeweight="0" insetpen="t" o:cliptowrap="t">
              <v:shadow color="#ccc"/>
              <o:lock v:ext="edit" shapetype="t"/>
              <v:textbox style="mso-column-margin:5.7pt" inset="2.85pt,2.85pt,2.85pt,2.85pt">
                <w:txbxContent>
                  <w:p w:rsidR="00AA5AAE" w:rsidRPr="00AA5AAE" w:rsidRDefault="00AA5AAE" w:rsidP="00AA5AAE">
                    <w:pPr>
                      <w:pStyle w:val="unknownstyle"/>
                      <w:spacing w:before="120"/>
                      <w:jc w:val="center"/>
                      <w:rPr>
                        <w:color w:val="FFFFFF"/>
                        <w:sz w:val="32"/>
                        <w:szCs w:val="32"/>
                      </w:rPr>
                    </w:pPr>
                    <w:r w:rsidRPr="00AA5AAE">
                      <w:rPr>
                        <w:color w:val="FFFFFF"/>
                        <w:sz w:val="32"/>
                        <w:szCs w:val="32"/>
                      </w:rPr>
                      <w:t>The Wave Breaker</w:t>
                    </w:r>
                  </w:p>
                </w:txbxContent>
              </v:textbox>
            </v:shape>
            <v:rect id="_x0000_s1880" style="position:absolute;left:112378334;top:109772142;width:2007864;height:508308;visibility:visible;mso-wrap-edited:f;mso-wrap-distance-left:2.88pt;mso-wrap-distance-top:2.88pt;mso-wrap-distance-right:2.88pt;mso-wrap-distance-bottom:2.88pt" filled="f" fillcolor="black" strokecolor="white" strokeweight=".25pt" insetpen="t" o:cliptowrap="t">
              <v:shadow color="#ccc"/>
              <o:lock v:ext="edit" shapetype="t"/>
              <v:textbox inset="2.88pt,2.88pt,2.88pt,2.88pt"/>
            </v:rect>
          </v:group>
        </w:pict>
      </w:r>
      <w:r w:rsidR="00D36BB7">
        <w:rPr>
          <w:noProof/>
        </w:rPr>
        <w:drawing>
          <wp:anchor distT="36576" distB="36576" distL="36576" distR="36576" simplePos="0" relativeHeight="251661824" behindDoc="0" locked="0" layoutInCell="1" allowOverlap="1">
            <wp:simplePos x="0" y="0"/>
            <wp:positionH relativeFrom="column">
              <wp:posOffset>3756660</wp:posOffset>
            </wp:positionH>
            <wp:positionV relativeFrom="paragraph">
              <wp:posOffset>811530</wp:posOffset>
            </wp:positionV>
            <wp:extent cx="1485900" cy="1368425"/>
            <wp:effectExtent l="19050" t="0" r="0" b="0"/>
            <wp:wrapNone/>
            <wp:docPr id="852" name="Picture 852" descr="ship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2" descr="ship3"/>
                    <pic:cNvPicPr>
                      <a:picLocks noChangeAspect="1" noChangeArrowheads="1"/>
                    </pic:cNvPicPr>
                  </pic:nvPicPr>
                  <pic:blipFill>
                    <a:blip r:embed="rId7" cstate="print"/>
                    <a:srcRect/>
                    <a:stretch>
                      <a:fillRect/>
                    </a:stretch>
                  </pic:blipFill>
                  <pic:spPr bwMode="auto">
                    <a:xfrm>
                      <a:off x="0" y="0"/>
                      <a:ext cx="1485900" cy="1368425"/>
                    </a:xfrm>
                    <a:prstGeom prst="rect">
                      <a:avLst/>
                    </a:prstGeom>
                    <a:noFill/>
                    <a:ln w="9525" algn="in">
                      <a:noFill/>
                      <a:miter lim="800000"/>
                      <a:headEnd/>
                      <a:tailEnd/>
                    </a:ln>
                    <a:effectLst/>
                  </pic:spPr>
                </pic:pic>
              </a:graphicData>
            </a:graphic>
          </wp:anchor>
        </w:drawing>
      </w:r>
      <w:r>
        <w:rPr>
          <w:noProof/>
          <w:lang w:bidi="he-IL"/>
        </w:rPr>
        <w:pict>
          <v:shape id="_x0000_s1882" type="#_x0000_t202" style="position:absolute;margin-left:241.2pt;margin-top:414pt;width:106.65pt;height:30pt;z-index:251664896;visibility:visible;mso-wrap-edited:f;mso-wrap-distance-left:2.88pt;mso-wrap-distance-top:2.88pt;mso-wrap-distance-right:2.88pt;mso-wrap-distance-bottom:2.88pt;mso-position-horizontal-relative:text;mso-position-vertical-relative:text" stroked="f" strokeweight="0" insetpen="t" o:cliptowrap="t">
            <v:shadow color="#ccc"/>
            <o:lock v:ext="edit" shapetype="t"/>
            <v:textbox style="mso-column-margin:5.7pt" inset="2.85pt,2.85pt,2.85pt,2.85pt">
              <w:txbxContent>
                <w:p w:rsidR="00AA5AAE" w:rsidRDefault="00AA5AAE">
                  <w:pPr>
                    <w:pStyle w:val="unknownstyle"/>
                    <w:jc w:val="center"/>
                  </w:pPr>
                  <w:r>
                    <w:t>Brought to you by the</w:t>
                  </w:r>
                </w:p>
                <w:p w:rsidR="00AA5AAE" w:rsidRDefault="00AA5AAE">
                  <w:pPr>
                    <w:pStyle w:val="unknownstyle"/>
                    <w:jc w:val="center"/>
                  </w:pPr>
                  <w:r>
                    <w:t>Fanta Sea Company</w:t>
                  </w:r>
                </w:p>
              </w:txbxContent>
            </v:textbox>
          </v:shape>
        </w:pict>
      </w:r>
      <w:r w:rsidR="00D36BB7">
        <w:rPr>
          <w:noProof/>
        </w:rPr>
        <w:drawing>
          <wp:anchor distT="36576" distB="36576" distL="36576" distR="36576" simplePos="0" relativeHeight="251656704" behindDoc="0" locked="0" layoutInCell="1" allowOverlap="1">
            <wp:simplePos x="0" y="0"/>
            <wp:positionH relativeFrom="column">
              <wp:posOffset>1181100</wp:posOffset>
            </wp:positionH>
            <wp:positionV relativeFrom="paragraph">
              <wp:posOffset>3571240</wp:posOffset>
            </wp:positionV>
            <wp:extent cx="400050" cy="400050"/>
            <wp:effectExtent l="19050" t="0" r="0" b="0"/>
            <wp:wrapNone/>
            <wp:docPr id="843" name="Picture 843" descr="MCj039785100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3" descr="MCj03978510000[1]"/>
                    <pic:cNvPicPr preferRelativeResize="0">
                      <a:picLocks noChangeArrowheads="1" noChangeShapeType="1"/>
                    </pic:cNvPicPr>
                  </pic:nvPicPr>
                  <pic:blipFill>
                    <a:blip r:embed="rId8" cstate="print"/>
                    <a:srcRect/>
                    <a:stretch>
                      <a:fillRect/>
                    </a:stretch>
                  </pic:blipFill>
                  <pic:spPr bwMode="auto">
                    <a:xfrm>
                      <a:off x="0" y="0"/>
                      <a:ext cx="400050" cy="400050"/>
                    </a:xfrm>
                    <a:prstGeom prst="rect">
                      <a:avLst/>
                    </a:prstGeom>
                    <a:noFill/>
                    <a:ln w="0" algn="in">
                      <a:noFill/>
                      <a:miter lim="800000"/>
                      <a:headEnd/>
                      <a:tailEnd/>
                    </a:ln>
                    <a:effectLst/>
                  </pic:spPr>
                </pic:pic>
              </a:graphicData>
            </a:graphic>
          </wp:anchor>
        </w:drawing>
      </w:r>
      <w:r>
        <w:rPr>
          <w:noProof/>
          <w:lang w:bidi="he-IL"/>
        </w:rPr>
        <w:pict>
          <v:shape id="_x0000_s1868" type="#_x0000_t202" style="position:absolute;margin-left:11.1pt;margin-top:323.6pt;width:196.2pt;height:27.25pt;z-index:251657728;visibility:visible;mso-wrap-edited:f;mso-wrap-distance-left:2.88pt;mso-wrap-distance-top:2.88pt;mso-wrap-distance-right:2.88pt;mso-wrap-distance-bottom:2.88pt;mso-position-horizontal-relative:text;mso-position-vertical-relative:text" filled="f" stroked="f" strokeweight="0" insetpen="t" o:cliptowrap="t">
            <v:shadow color="#ccc"/>
            <o:lock v:ext="edit" shapetype="t"/>
            <v:textbox style="mso-column-margin:5.7pt" inset="0,0,0,0">
              <w:txbxContent>
                <w:p w:rsidR="00AA5AAE" w:rsidRDefault="00AA5AAE">
                  <w:pPr>
                    <w:widowControl w:val="0"/>
                    <w:jc w:val="center"/>
                    <w:rPr>
                      <w:rFonts w:ascii="Elephant" w:hAnsi="Elephant" w:cs="Elephant"/>
                      <w:b/>
                      <w:bCs/>
                      <w:spacing w:val="10"/>
                      <w:sz w:val="34"/>
                      <w:szCs w:val="34"/>
                    </w:rPr>
                  </w:pPr>
                  <w:r>
                    <w:rPr>
                      <w:rFonts w:ascii="Elephant" w:hAnsi="Elephant" w:cs="Elephant"/>
                      <w:b/>
                      <w:bCs/>
                      <w:spacing w:val="10"/>
                      <w:sz w:val="34"/>
                      <w:szCs w:val="34"/>
                    </w:rPr>
                    <w:t>Fanta Sea Company</w:t>
                  </w:r>
                </w:p>
              </w:txbxContent>
            </v:textbox>
          </v:shape>
        </w:pict>
      </w:r>
      <w:r>
        <w:rPr>
          <w:noProof/>
          <w:lang w:bidi="he-IL"/>
        </w:rPr>
        <w:pict>
          <v:shape id="_x0000_s1870" type="#_x0000_t202" style="position:absolute;margin-left:7.2pt;margin-top:397.8pt;width:209.1pt;height:37.1pt;z-index:251659776;visibility:visible;mso-wrap-edited:f;mso-wrap-distance-left:2.88pt;mso-wrap-distance-top:2.88pt;mso-wrap-distance-right:2.88pt;mso-wrap-distance-bottom:2.88pt;mso-position-horizontal-relative:text;mso-position-vertical-relative:text" stroked="f" strokeweight="0" insetpen="t" o:cliptowrap="t">
            <v:shadow color="#ccc"/>
            <o:lock v:ext="edit" shapetype="t"/>
            <v:textbox style="mso-column-margin:5.7pt" inset="2.85pt,2.85pt,2.85pt,2.85pt">
              <w:txbxContent>
                <w:p w:rsidR="00AA5AAE" w:rsidRPr="00AA5AAE" w:rsidRDefault="00AA5AAE">
                  <w:pPr>
                    <w:pStyle w:val="unknownstyle"/>
                    <w:jc w:val="center"/>
                  </w:pPr>
                  <w:r w:rsidRPr="00AA5AAE">
                    <w:t>Makers of high quality children’s toy boats</w:t>
                  </w:r>
                </w:p>
              </w:txbxContent>
            </v:textbox>
          </v:shape>
        </w:pict>
      </w:r>
      <w:r>
        <w:rPr>
          <w:noProof/>
          <w:lang w:bidi="he-IL"/>
        </w:rPr>
        <w:pict>
          <v:shape id="_x0000_s1869" type="#_x0000_t202" style="position:absolute;margin-left:7.2pt;margin-top:360.7pt;width:209.1pt;height:33.35pt;z-index:251658752;visibility:visible;mso-wrap-edited:f;mso-wrap-distance-left:2.88pt;mso-wrap-distance-top:2.88pt;mso-wrap-distance-right:2.88pt;mso-wrap-distance-bottom:2.88pt;mso-position-horizontal-relative:text;mso-position-vertical-relative:text" stroked="f" strokeweight="0" insetpen="t" o:cliptowrap="t">
            <v:shadow color="#ccc"/>
            <o:lock v:ext="edit" shapetype="t"/>
            <v:textbox style="mso-column-margin:5.7pt" inset="2.85pt,2.85pt,2.85pt,2.85pt">
              <w:txbxContent>
                <w:p w:rsidR="00AA5AAE" w:rsidRPr="00AA5AAE" w:rsidRDefault="00AA5AAE">
                  <w:pPr>
                    <w:pStyle w:val="unknownstyle"/>
                    <w:jc w:val="center"/>
                    <w:rPr>
                      <w:sz w:val="22"/>
                      <w:szCs w:val="22"/>
                    </w:rPr>
                  </w:pPr>
                  <w:r w:rsidRPr="00AA5AAE">
                    <w:rPr>
                      <w:sz w:val="22"/>
                      <w:szCs w:val="22"/>
                    </w:rPr>
                    <w:t>Brought to you by the</w:t>
                  </w:r>
                </w:p>
                <w:p w:rsidR="00AA5AAE" w:rsidRPr="00AA5AAE" w:rsidRDefault="00AA5AAE">
                  <w:pPr>
                    <w:pStyle w:val="unknownstyle"/>
                    <w:jc w:val="center"/>
                    <w:rPr>
                      <w:sz w:val="22"/>
                      <w:szCs w:val="22"/>
                    </w:rPr>
                  </w:pPr>
                  <w:r w:rsidRPr="00AA5AAE">
                    <w:rPr>
                      <w:sz w:val="22"/>
                      <w:szCs w:val="22"/>
                    </w:rPr>
                    <w:t>Fanta Sea Company</w:t>
                  </w:r>
                </w:p>
              </w:txbxContent>
            </v:textbox>
          </v:shape>
        </w:pict>
      </w:r>
      <w:r w:rsidR="00D77D95">
        <w:pict>
          <v:group id="_x0000_s1680" style="position:absolute;margin-left:22.5pt;margin-top:101.95pt;width:131pt;height:12pt;z-index:251648512;mso-position-horizontal-relative:page;mso-position-vertical-relative:page" coordorigin="13360,3830" coordsize="1965,180">
            <v:oval id="_x0000_s1681" style="position:absolute;left:15145;top:3830;width:180;height:180" filled="f" fillcolor="#fc9" strokecolor="white" strokeweight="1pt"/>
            <v:oval id="_x0000_s1682" style="position:absolute;left:14785;top:3830;width:180;height:180" filled="f" fillcolor="#fc9" strokecolor="white" strokeweight="1pt"/>
            <v:oval id="_x0000_s1683" style="position:absolute;left:14425;top:3830;width:180;height:180" filled="f" fillcolor="#fc9" strokecolor="white" strokeweight="1pt"/>
            <v:oval id="_x0000_s1684" style="position:absolute;left:14080;top:3830;width:180;height:180" filled="f" fillcolor="#fc9" strokecolor="white" strokeweight="1pt"/>
            <v:oval id="_x0000_s1685" style="position:absolute;left:13720;top:3830;width:180;height:180" filled="f" fillcolor="#fc9" strokecolor="white" strokeweight="1pt"/>
            <v:oval id="_x0000_s1686" style="position:absolute;left:13360;top:3830;width:180;height:180" filled="f" fillcolor="#fc9" strokecolor="white" strokeweight="1pt"/>
            <w10:wrap anchorx="page" anchory="page"/>
          </v:group>
        </w:pict>
      </w:r>
      <w:r w:rsidR="00D77D95">
        <w:pict>
          <v:group id="_x0000_s1610" style="position:absolute;margin-left:669pt;margin-top:498.95pt;width:98.25pt;height:9pt;z-index:251646464;mso-position-horizontal-relative:page;mso-position-vertical-relative:page" coordorigin="13600,4070" coordsize="1965,180">
            <v:oval id="_x0000_s1604" style="position:absolute;left:15385;top:4070;width:180;height:180" filled="f" fillcolor="#fc9" strokecolor="white" strokeweight="1pt"/>
            <v:oval id="_x0000_s1605" style="position:absolute;left:15025;top:4070;width:180;height:180" filled="f" fillcolor="#fc9" strokecolor="white" strokeweight="1pt"/>
            <v:oval id="_x0000_s1606" style="position:absolute;left:14665;top:4070;width:180;height:180" filled="f" fillcolor="#fc9" strokecolor="white" strokeweight="1pt"/>
            <v:oval id="_x0000_s1607" style="position:absolute;left:14320;top:4070;width:180;height:180" filled="f" fillcolor="#fc9" strokecolor="white" strokeweight="1pt"/>
            <v:oval id="_x0000_s1608" style="position:absolute;left:13960;top:4070;width:180;height:180" filled="f" fillcolor="#fc9" strokecolor="white" strokeweight="1pt"/>
            <v:oval id="_x0000_s1609" style="position:absolute;left:13600;top:4070;width:180;height:180" filled="f" fillcolor="#fc9" strokecolor="white" strokeweight="1pt"/>
            <w10:wrap anchorx="page" anchory="page"/>
          </v:group>
        </w:pict>
      </w:r>
      <w:r w:rsidR="006A59CF">
        <w:pict>
          <v:oval id="_x0000_s1793" style="position:absolute;margin-left:587.1pt;margin-top:193.1pt;width:175pt;height:175pt;z-index:251642368;mso-position-horizontal-relative:text;mso-position-vertical-relative:text" filled="f" strokecolor="white" strokeweight="1pt"/>
        </w:pict>
      </w:r>
      <w:r w:rsidR="006A59CF">
        <w:pict>
          <v:oval id="_x0000_s1595" style="position:absolute;margin-left:554.1pt;margin-top:200.6pt;width:211pt;height:211pt;z-index:251643392;mso-position-horizontal-relative:text;mso-position-vertical-relative:text" filled="f" strokecolor="white" strokeweight="2pt"/>
        </w:pict>
      </w:r>
      <w:r w:rsidR="006A59CF">
        <w:pict>
          <v:oval id="_x0000_s1594" style="position:absolute;margin-left:545.6pt;margin-top:174.1pt;width:244pt;height:244pt;z-index:251644416;mso-position-horizontal-relative:text;mso-position-vertical-relative:text" filled="f" strokecolor="white" strokeweight="2pt"/>
        </w:pict>
      </w:r>
      <w:r w:rsidR="006B13B6">
        <w:pict>
          <v:group id="_x0000_s1611" style="position:absolute;margin-left:671pt;margin-top:193.45pt;width:98.25pt;height:9pt;z-index:251645440;mso-position-horizontal-relative:page;mso-position-vertical-relative:page" coordorigin="13360,3830" coordsize="1965,180">
            <v:oval id="_x0000_s1598" style="position:absolute;left:15145;top:3830;width:180;height:180" filled="f" fillcolor="#fc9" strokecolor="white" strokeweight="1pt"/>
            <v:oval id="_x0000_s1599" style="position:absolute;left:14785;top:3830;width:180;height:180" filled="f" fillcolor="#fc9" strokecolor="white" strokeweight="1pt"/>
            <v:oval id="_x0000_s1600" style="position:absolute;left:14425;top:3830;width:180;height:180" filled="f" fillcolor="#fc9" strokecolor="white" strokeweight="1pt"/>
            <v:oval id="_x0000_s1601" style="position:absolute;left:14080;top:3830;width:180;height:180" filled="f" fillcolor="#fc9" strokecolor="white" strokeweight="1pt"/>
            <v:oval id="_x0000_s1602" style="position:absolute;left:13720;top:3830;width:180;height:180" filled="f" fillcolor="#fc9" strokecolor="white" strokeweight="1pt"/>
            <v:oval id="_x0000_s1603" style="position:absolute;left:13360;top:3830;width:180;height:180" filled="f" fillcolor="#fc9" strokecolor="white" strokeweight="1pt"/>
            <w10:wrap anchorx="page" anchory="page"/>
          </v:group>
        </w:pict>
      </w:r>
      <w:r w:rsidR="004C1DC6">
        <w:br w:type="page"/>
      </w:r>
      <w:r w:rsidR="004B3D95">
        <w:rPr>
          <w:noProof/>
        </w:rPr>
        <w:lastRenderedPageBreak/>
        <w:pict>
          <v:shape id="_x0000_s1907" type="#_x0000_t202" style="position:absolute;margin-left:-38.1pt;margin-top:-47.1pt;width:742.95pt;height:25.75pt;z-index:251675136" filled="f" stroked="f" strokecolor="#c9f" strokeweight="1.5pt">
            <v:textbox style="mso-next-textbox:#_x0000_s1907">
              <w:txbxContent>
                <w:p w:rsidR="004B3D95" w:rsidRDefault="004B3D95" w:rsidP="004B3D95">
                  <w:pPr>
                    <w:pStyle w:val="Header"/>
                    <w:pBdr>
                      <w:bottom w:val="single" w:sz="6" w:space="1" w:color="auto"/>
                    </w:pBdr>
                    <w:rPr>
                      <w:rFonts w:ascii="Verdana" w:hAnsi="Verdana"/>
                      <w:b/>
                      <w:bCs/>
                      <w:sz w:val="14"/>
                      <w:szCs w:val="14"/>
                    </w:rPr>
                  </w:pPr>
                  <w:r>
                    <w:rPr>
                      <w:rFonts w:ascii="Verdana" w:hAnsi="Verdana"/>
                      <w:b/>
                      <w:bCs/>
                      <w:sz w:val="14"/>
                      <w:szCs w:val="14"/>
                    </w:rPr>
                    <w:t>Intel® Teach Program</w:t>
                  </w:r>
                </w:p>
                <w:p w:rsidR="004B3D95" w:rsidRDefault="004B3D95" w:rsidP="004B3D95">
                  <w:pPr>
                    <w:pStyle w:val="Header"/>
                    <w:rPr>
                      <w:rFonts w:ascii="Verdana" w:hAnsi="Verdana"/>
                      <w:b/>
                      <w:sz w:val="14"/>
                      <w:szCs w:val="14"/>
                    </w:rPr>
                  </w:pPr>
                  <w:r>
                    <w:rPr>
                      <w:rFonts w:ascii="Verdana" w:hAnsi="Verdana"/>
                      <w:b/>
                      <w:sz w:val="14"/>
                      <w:szCs w:val="14"/>
                    </w:rPr>
                    <w:t>Designing Effective Projects</w:t>
                  </w:r>
                </w:p>
                <w:p w:rsidR="004B3D95" w:rsidRDefault="004B3D95"/>
              </w:txbxContent>
            </v:textbox>
          </v:shape>
        </w:pict>
      </w:r>
      <w:r w:rsidR="004B3D95" w:rsidRPr="008262EE">
        <w:pict>
          <v:rect id="_x0000_s1687" style="position:absolute;margin-left:19.2pt;margin-top:29.05pt;width:735.05pt;height:563.15pt;z-index:-251676160;mso-position-horizontal-relative:page;mso-position-vertical-relative:page" fillcolor="#fc9" stroked="f" strokecolor="#c9f" strokeweight="1.5pt">
            <w10:wrap anchorx="page" anchory="page"/>
          </v:rect>
        </w:pict>
      </w:r>
      <w:r w:rsidR="004B3D95">
        <w:rPr>
          <w:noProof/>
        </w:rPr>
        <w:pict>
          <v:group id="_x0000_s1688" style="position:absolute;margin-left:-32.55pt;margin-top:26.7pt;width:760.5pt;height:33.75pt;z-index:251649536;mso-position-horizontal-relative:margin;mso-position-vertical-relative:page" coordorigin="101,11285" coordsize="15210,725">
            <v:oval id="_x0000_s1689" style="position:absolute;left:13436;top:11285;width:480;height:480" filled="f" strokecolor="white" strokeweight="1.25pt"/>
            <v:oval id="_x0000_s1690" style="position:absolute;left:13901;top:11290;width:480;height:480" filled="f" strokecolor="white" strokeweight="1.25pt"/>
            <v:oval id="_x0000_s1691" style="position:absolute;left:14366;top:11285;width:480;height:480" filled="f" strokecolor="white" strokeweight="1.25pt"/>
            <v:oval id="_x0000_s1692" style="position:absolute;left:14831;top:11290;width:480;height:480" filled="f" strokecolor="white" strokeweight="1.25pt"/>
            <v:oval id="_x0000_s1693" style="position:absolute;left:11561;top:11285;width:480;height:480" filled="f" strokecolor="white" strokeweight="1.25pt"/>
            <v:oval id="_x0000_s1694" style="position:absolute;left:12026;top:11290;width:480;height:480" filled="f" strokecolor="white" strokeweight="1.25pt"/>
            <v:oval id="_x0000_s1695" style="position:absolute;left:12491;top:11285;width:480;height:480" filled="f" strokecolor="white" strokeweight="1.25pt"/>
            <v:oval id="_x0000_s1696" style="position:absolute;left:12956;top:11290;width:480;height:480" filled="f" strokecolor="white" strokeweight="1.25pt"/>
            <v:oval id="_x0000_s1697" style="position:absolute;left:9686;top:11285;width:480;height:480" filled="f" strokecolor="white" strokeweight="1.25pt"/>
            <v:oval id="_x0000_s1698" style="position:absolute;left:10151;top:11290;width:480;height:480" filled="f" strokecolor="white" strokeweight="1.25pt"/>
            <v:oval id="_x0000_s1699" style="position:absolute;left:10616;top:11285;width:480;height:480" filled="f" strokecolor="white" strokeweight="1.25pt"/>
            <v:oval id="_x0000_s1700" style="position:absolute;left:11081;top:11290;width:480;height:480" filled="f" strokecolor="white" strokeweight="1.25pt"/>
            <v:oval id="_x0000_s1701" style="position:absolute;left:7811;top:11285;width:480;height:480" filled="f" strokecolor="white" strokeweight="1.25pt"/>
            <v:oval id="_x0000_s1702" style="position:absolute;left:8276;top:11290;width:480;height:480" filled="f" strokecolor="white" strokeweight="1.25pt"/>
            <v:oval id="_x0000_s1703" style="position:absolute;left:8741;top:11285;width:480;height:480" filled="f" strokecolor="white" strokeweight="1.25pt"/>
            <v:oval id="_x0000_s1704" style="position:absolute;left:9206;top:11290;width:480;height:480" filled="f" strokecolor="white" strokeweight="1.25pt"/>
            <v:oval id="_x0000_s1705" style="position:absolute;left:5951;top:11285;width:480;height:480" filled="f" strokecolor="white" strokeweight="1.25pt"/>
            <v:oval id="_x0000_s1706" style="position:absolute;left:6416;top:11290;width:480;height:480" filled="f" strokecolor="white" strokeweight="1.25pt"/>
            <v:oval id="_x0000_s1707" style="position:absolute;left:6881;top:11285;width:480;height:480" filled="f" strokecolor="white" strokeweight="1.25pt"/>
            <v:oval id="_x0000_s1708" style="position:absolute;left:7346;top:11290;width:480;height:480" filled="f" strokecolor="white" strokeweight="1.25pt"/>
            <v:oval id="_x0000_s1709" style="position:absolute;left:4076;top:11285;width:480;height:480" filled="f" strokecolor="white" strokeweight="1.25pt"/>
            <v:oval id="_x0000_s1710" style="position:absolute;left:4541;top:11290;width:480;height:480" filled="f" strokecolor="white" strokeweight="1.25pt"/>
            <v:oval id="_x0000_s1711" style="position:absolute;left:5006;top:11285;width:480;height:480" filled="f" strokecolor="white" strokeweight="1.25pt"/>
            <v:oval id="_x0000_s1712" style="position:absolute;left:5471;top:11290;width:480;height:480" filled="f" strokecolor="white" strokeweight="1.25pt"/>
            <v:oval id="_x0000_s1713" style="position:absolute;left:8051;top:11525;width:480;height:480" filled="f" strokecolor="white" strokeweight="1.25pt"/>
            <v:oval id="_x0000_s1714" style="position:absolute;left:6191;top:11525;width:480;height:480" filled="f" strokecolor="white" strokeweight="1.25pt"/>
            <v:oval id="_x0000_s1715" style="position:absolute;left:6656;top:11530;width:480;height:480" filled="f" strokecolor="white" strokeweight="1.25pt"/>
            <v:oval id="_x0000_s1716" style="position:absolute;left:7121;top:11525;width:480;height:480" filled="f" strokecolor="white" strokeweight="1.25pt"/>
            <v:oval id="_x0000_s1717" style="position:absolute;left:7586;top:11530;width:480;height:480" filled="f" strokecolor="white" strokeweight="1.25pt"/>
            <v:oval id="_x0000_s1718" style="position:absolute;left:4316;top:11525;width:480;height:480" filled="f" strokecolor="white" strokeweight="1.25pt"/>
            <v:oval id="_x0000_s1719" style="position:absolute;left:4781;top:11530;width:480;height:480" filled="f" strokecolor="white" strokeweight="1.25pt"/>
            <v:oval id="_x0000_s1720" style="position:absolute;left:5246;top:11525;width:480;height:480" filled="f" strokecolor="white" strokeweight="1.25pt"/>
            <v:oval id="_x0000_s1721" style="position:absolute;left:5711;top:11530;width:480;height:480" filled="f" strokecolor="white" strokeweight="1.25pt"/>
            <v:oval id="_x0000_s1722" style="position:absolute;left:13676;top:11525;width:480;height:480" filled="f" strokecolor="white" strokeweight="1.25pt"/>
            <v:oval id="_x0000_s1723" style="position:absolute;left:14141;top:11530;width:480;height:480" filled="f" strokecolor="white" strokeweight="1.25pt"/>
            <v:oval id="_x0000_s1724" style="position:absolute;left:14606;top:11525;width:480;height:480" filled="f" strokecolor="white" strokeweight="1.25pt"/>
            <v:oval id="_x0000_s1725" style="position:absolute;left:11801;top:11525;width:480;height:480" filled="f" strokecolor="white" strokeweight="1.25pt"/>
            <v:oval id="_x0000_s1726" style="position:absolute;left:12266;top:11530;width:480;height:480" filled="f" strokecolor="white" strokeweight="1.25pt"/>
            <v:oval id="_x0000_s1727" style="position:absolute;left:12731;top:11525;width:480;height:480" filled="f" strokecolor="white" strokeweight="1.25pt"/>
            <v:oval id="_x0000_s1728" style="position:absolute;left:13196;top:11530;width:480;height:480" filled="f" strokecolor="white" strokeweight="1.25pt"/>
            <v:oval id="_x0000_s1729" style="position:absolute;left:9926;top:11525;width:480;height:480" filled="f" strokecolor="white" strokeweight="1.25pt"/>
            <v:oval id="_x0000_s1730" style="position:absolute;left:10391;top:11530;width:480;height:480" filled="f" strokecolor="white" strokeweight="1.25pt"/>
            <v:oval id="_x0000_s1731" style="position:absolute;left:10856;top:11525;width:480;height:480" filled="f" strokecolor="white" strokeweight="1.25pt"/>
            <v:oval id="_x0000_s1732" style="position:absolute;left:11321;top:11530;width:480;height:480" filled="f" strokecolor="white" strokeweight="1.25pt"/>
            <v:oval id="_x0000_s1733" style="position:absolute;left:9446;top:11530;width:480;height:480" filled="f" strokecolor="white" strokeweight="1.25pt"/>
            <v:oval id="_x0000_s1734" style="position:absolute;left:8991;top:11525;width:480;height:480" filled="f" strokecolor="white" strokeweight="1.25pt"/>
            <v:oval id="_x0000_s1735" style="position:absolute;left:8511;top:11530;width:480;height:480" filled="f" strokecolor="white" strokeweight="1.25pt"/>
            <v:oval id="_x0000_s1736" style="position:absolute;left:3596;top:11290;width:480;height:480" filled="f" strokecolor="white" strokeweight="1.25pt"/>
            <v:oval id="_x0000_s1737" style="position:absolute;left:1736;top:11290;width:480;height:480" filled="f" strokecolor="white" strokeweight="1.25pt"/>
            <v:oval id="_x0000_s1738" style="position:absolute;left:2666;top:11290;width:480;height:480" filled="f" strokecolor="white" strokeweight="1.25pt"/>
            <v:oval id="_x0000_s1739" style="position:absolute;left:791;top:11290;width:480;height:480" filled="f" strokecolor="white" strokeweight="1.25pt"/>
            <v:oval id="_x0000_s1740" style="position:absolute;left:3371;top:11525;width:480;height:480" filled="f" strokecolor="white" strokeweight="1.25pt"/>
            <v:oval id="_x0000_s1741" style="position:absolute;left:1511;top:11525;width:480;height:480" filled="f" strokecolor="white" strokeweight="1.25pt"/>
            <v:oval id="_x0000_s1742" style="position:absolute;left:1976;top:11530;width:480;height:480" filled="f" strokecolor="white" strokeweight="1.25pt"/>
            <v:oval id="_x0000_s1743" style="position:absolute;left:2441;top:11525;width:480;height:480" filled="f" strokecolor="white" strokeweight="1.25pt"/>
            <v:oval id="_x0000_s1744" style="position:absolute;left:2906;top:11530;width:480;height:480" filled="f" strokecolor="white" strokeweight="1.25pt"/>
            <v:oval id="_x0000_s1745" style="position:absolute;left:101;top:11530;width:480;height:480" filled="f" strokecolor="white" strokeweight="1.25pt"/>
            <v:oval id="_x0000_s1746" style="position:absolute;left:566;top:11525;width:480;height:480" filled="f" strokecolor="white" strokeweight="1.25pt"/>
            <v:oval id="_x0000_s1747" style="position:absolute;left:1031;top:11530;width:480;height:480" filled="f" strokecolor="white" strokeweight="1.25pt"/>
            <v:oval id="_x0000_s1748" style="position:absolute;left:4311;top:11525;width:480;height:480" filled="f" strokecolor="white" strokeweight="1.25pt"/>
            <v:oval id="_x0000_s1749" style="position:absolute;left:3831;top:11530;width:480;height:480" filled="f" strokecolor="white" strokeweight="1.25pt"/>
            <v:oval id="_x0000_s1750" style="position:absolute;left:296;top:11335;width:480;height:480" filled="f" strokecolor="white" strokeweight="1.25pt"/>
            <v:oval id="_x0000_s1751" style="position:absolute;left:1271;top:11290;width:480;height:480" filled="f" strokecolor="white" strokeweight="1.25pt"/>
            <v:oval id="_x0000_s1752" style="position:absolute;left:2201;top:11305;width:480;height:480" filled="f" strokecolor="white" strokeweight="1.25pt"/>
            <v:oval id="_x0000_s1753" style="position:absolute;left:3131;top:11305;width:480;height:480" filled="f" strokecolor="white" strokeweight="1.25pt"/>
            <w10:wrap anchorx="margin" anchory="page"/>
          </v:group>
        </w:pict>
      </w:r>
      <w:r w:rsidR="001E6502">
        <w:rPr>
          <w:noProof/>
          <w:lang w:bidi="he-IL"/>
        </w:rPr>
        <w:pict>
          <v:group id="_x0000_s1900" style="position:absolute;margin-left:460.2pt;margin-top:-15.9pt;width:19.5pt;height:540pt;z-index:251672064" coordorigin="111899700,106756200" coordsize="247650,6858000">
            <v:line id="_x0000_s1901" style="position:absolute;flip:x;visibility:visible;mso-wrap-edited:f;mso-wrap-distance-left:2.88pt;mso-wrap-distance-top:2.88pt;mso-wrap-distance-right:2.88pt;mso-wrap-distance-bottom:2.88pt" from="112023525,106756200" to="112023525,113614200" strokecolor="#03c" strokeweight="1pt" o:cliptowrap="t">
              <v:shadow color="#ccc"/>
            </v:line>
            <v:rect id="_x0000_s1902" style="position:absolute;left:111899700;top:110379510;width:247650;height:242887;visibility:visible;mso-wrap-edited:f;mso-wrap-distance-left:2.88pt;mso-wrap-distance-top:2.88pt;mso-wrap-distance-right:2.88pt;mso-wrap-distance-bottom:2.88pt" fillcolor="#6cf" strokecolor="#03c" strokeweight=".25pt" insetpen="t" o:cliptowrap="t">
              <v:shadow color="#ccc"/>
              <o:lock v:ext="edit" shapetype="t"/>
              <v:textbox inset="2.88pt,2.88pt,2.88pt,2.88pt"/>
            </v:rect>
          </v:group>
        </w:pict>
      </w:r>
      <w:r w:rsidR="001E6502">
        <w:rPr>
          <w:noProof/>
          <w:lang w:bidi="he-IL"/>
        </w:rPr>
        <w:pict>
          <v:group id="_x0000_s1903" style="position:absolute;margin-left:214.5pt;margin-top:-15.9pt;width:19.5pt;height:540pt;z-index:251673088" coordorigin="108527850,106756200" coordsize="247650,6858000">
            <v:line id="_x0000_s1904" style="position:absolute;flip:x;visibility:visible;mso-wrap-edited:f;mso-wrap-distance-left:2.88pt;mso-wrap-distance-top:2.88pt;mso-wrap-distance-right:2.88pt;mso-wrap-distance-bottom:2.88pt" from="108651675,106756200" to="108651675,113614200" strokecolor="#03c" strokeweight="1pt" o:cliptowrap="t">
              <v:shadow color="#ccc"/>
            </v:line>
            <v:rect id="_x0000_s1905" style="position:absolute;left:108527850;top:107627738;width:247650;height:242887;visibility:visible;mso-wrap-edited:f;mso-wrap-distance-left:2.88pt;mso-wrap-distance-top:2.88pt;mso-wrap-distance-right:2.88pt;mso-wrap-distance-bottom:2.88pt" fillcolor="#6cf" strokecolor="#03c" strokeweight=".25pt" insetpen="t" o:cliptowrap="t">
              <v:shadow color="#ccc"/>
              <o:lock v:ext="edit" shapetype="t"/>
              <v:textbox inset="2.88pt,2.88pt,2.88pt,2.88pt"/>
            </v:rect>
          </v:group>
        </w:pict>
      </w:r>
      <w:r w:rsidR="00335971">
        <w:rPr>
          <w:noProof/>
          <w:color w:val="FFFFFF"/>
          <w:lang w:bidi="he-IL"/>
        </w:rPr>
        <w:pict>
          <v:group id="_x0000_s1894" style="position:absolute;margin-left:-3.9pt;margin-top:5.3pt;width:180.45pt;height:51.75pt;z-index:251668992" coordorigin="105850944,106756200" coordsize="2291144,657225">
            <v:rect id="_x0000_s1895" style="position:absolute;left:105850944;top:106756200;width:2291144;height:657225;visibility:visible;mso-wrap-edited:f;mso-wrap-distance-left:2.88pt;mso-wrap-distance-top:2.88pt;mso-wrap-distance-right:2.88pt;mso-wrap-distance-bottom:2.88pt" fillcolor="black" strokeweight="1pt" insetpen="t" o:cliptowrap="t">
              <v:shadow color="#ccc"/>
              <o:lock v:ext="edit" shapetype="t"/>
              <v:textbox inset="2.88pt,2.88pt,2.88pt,2.88pt"/>
            </v:rect>
            <v:shape id="_x0000_s1896" type="#_x0000_t202" style="position:absolute;left:105914067;top:106756200;width:2164893;height:657225;visibility:visible;mso-wrap-edited:f;mso-wrap-distance-left:2.88pt;mso-wrap-distance-top:2.88pt;mso-wrap-distance-right:2.88pt;mso-wrap-distance-bottom:2.88pt" filled="f" fillcolor="black" stroked="f" strokeweight="0" insetpen="t" o:cliptowrap="t">
              <v:shadow color="#ccc"/>
              <o:lock v:ext="edit" shapetype="t"/>
              <v:textbox style="mso-next-textbox:#_x0000_s1896;mso-column-margin:5.7pt" inset="2.85pt,2.85pt,2.85pt,2.85pt">
                <w:txbxContent>
                  <w:p w:rsidR="00335971" w:rsidRPr="00335971" w:rsidRDefault="00335971" w:rsidP="00335971">
                    <w:pPr>
                      <w:pStyle w:val="Heading7"/>
                      <w:jc w:val="center"/>
                      <w:rPr>
                        <w:b/>
                        <w:bCs/>
                        <w:color w:val="FFFFFF"/>
                        <w:sz w:val="28"/>
                        <w:szCs w:val="28"/>
                      </w:rPr>
                    </w:pPr>
                    <w:r>
                      <w:rPr>
                        <w:b/>
                        <w:bCs/>
                        <w:color w:val="FFFFFF"/>
                        <w:sz w:val="28"/>
                        <w:szCs w:val="28"/>
                      </w:rPr>
                      <w:t>The Wave Breaker</w:t>
                    </w:r>
                  </w:p>
                </w:txbxContent>
              </v:textbox>
            </v:shape>
            <v:rect id="_x0000_s1897" style="position:absolute;left:105914067;top:106822875;width:2164893;height:519113;visibility:visible;mso-wrap-edited:f;mso-wrap-distance-left:2.88pt;mso-wrap-distance-top:2.88pt;mso-wrap-distance-right:2.88pt;mso-wrap-distance-bottom:2.88pt" filled="f" fillcolor="black" strokecolor="white" strokeweight=".25pt" insetpen="t" o:cliptowrap="t">
              <v:shadow color="#ccc"/>
              <o:lock v:ext="edit" shapetype="t"/>
              <v:textbox inset="2.88pt,2.88pt,2.88pt,2.88pt"/>
            </v:rect>
          </v:group>
        </w:pict>
      </w:r>
      <w:r w:rsidR="00335971">
        <w:rPr>
          <w:noProof/>
          <w:color w:val="FFFFFF"/>
          <w:lang w:bidi="he-IL"/>
        </w:rPr>
        <w:pict>
          <v:shape id="_x0000_s1891" type="#_x0000_t202" style="position:absolute;margin-left:3.9pt;margin-top:0;width:167.8pt;height:54pt;z-index:-251648512;visibility:visible;mso-wrap-edited:f;mso-wrap-distance-left:2.88pt;mso-wrap-distance-top:2.88pt;mso-wrap-distance-right:2.88pt;mso-wrap-distance-bottom:2.88pt" o:regroupid="1" filled="f" fillcolor="black" stroked="f" strokeweight="0" insetpen="t" o:cliptowrap="t">
            <v:shadow color="#ccc"/>
            <o:lock v:ext="edit" shapetype="t"/>
            <v:textbox style="mso-column-margin:5.7pt" inset="2.85pt,2.85pt,2.85pt,2.85pt"/>
          </v:shape>
        </w:pict>
      </w:r>
    </w:p>
    <w:p w:rsidR="00335971" w:rsidRDefault="00335971" w:rsidP="00335971">
      <w:pPr>
        <w:pStyle w:val="Heading3"/>
        <w:widowControl w:val="0"/>
        <w:spacing w:before="0" w:after="0"/>
        <w:rPr>
          <w:lang/>
        </w:rPr>
      </w:pPr>
    </w:p>
    <w:p w:rsidR="008A44C8" w:rsidRDefault="008A44C8" w:rsidP="00335971">
      <w:pPr>
        <w:pStyle w:val="Heading3"/>
        <w:widowControl w:val="0"/>
        <w:spacing w:before="0" w:after="0"/>
        <w:rPr>
          <w:lang/>
        </w:rPr>
      </w:pPr>
    </w:p>
    <w:p w:rsidR="00335971" w:rsidRPr="008A44C8" w:rsidRDefault="00335971" w:rsidP="00DC7EC2">
      <w:pPr>
        <w:pStyle w:val="Heading3"/>
        <w:widowControl w:val="0"/>
        <w:spacing w:before="0" w:after="120"/>
        <w:rPr>
          <w:sz w:val="24"/>
          <w:szCs w:val="24"/>
          <w:lang/>
        </w:rPr>
      </w:pPr>
      <w:r w:rsidRPr="008A44C8">
        <w:rPr>
          <w:sz w:val="24"/>
          <w:szCs w:val="24"/>
          <w:lang/>
        </w:rPr>
        <w:t>Design Process</w:t>
      </w:r>
    </w:p>
    <w:p w:rsidR="00335971" w:rsidRDefault="00335971" w:rsidP="00335971">
      <w:pPr>
        <w:spacing w:before="0" w:after="0" w:line="240" w:lineRule="auto"/>
        <w:ind w:left="360" w:hanging="360"/>
        <w:rPr>
          <w:sz w:val="16"/>
          <w:szCs w:val="16"/>
          <w:lang/>
        </w:rPr>
      </w:pPr>
      <w:r w:rsidRPr="00335971">
        <w:rPr>
          <w:sz w:val="16"/>
          <w:szCs w:val="16"/>
          <w:lang/>
        </w:rPr>
        <w:t>We have conducted many experiments and tests to make sure that the Wave Breaker is buoyant, not very dense, and will float in pond, ocean, or bathtub water.</w:t>
      </w:r>
    </w:p>
    <w:p w:rsidR="00EF5A82" w:rsidRPr="00335971" w:rsidRDefault="00EF5A82" w:rsidP="00335971">
      <w:pPr>
        <w:spacing w:before="0" w:after="0" w:line="240" w:lineRule="auto"/>
        <w:ind w:left="360" w:hanging="360"/>
        <w:rPr>
          <w:sz w:val="16"/>
          <w:szCs w:val="16"/>
          <w:lang/>
        </w:rPr>
      </w:pPr>
    </w:p>
    <w:p w:rsidR="00335971" w:rsidRPr="00335971" w:rsidRDefault="00335971" w:rsidP="00335971">
      <w:pPr>
        <w:spacing w:before="0" w:after="0" w:line="240" w:lineRule="auto"/>
        <w:ind w:left="360" w:hanging="360"/>
        <w:rPr>
          <w:sz w:val="16"/>
          <w:szCs w:val="16"/>
          <w:lang/>
        </w:rPr>
      </w:pPr>
      <w:r w:rsidRPr="00335971">
        <w:rPr>
          <w:sz w:val="16"/>
          <w:szCs w:val="16"/>
          <w:lang/>
        </w:rPr>
        <w:t xml:space="preserve">We wanted our boat to be buoyant and watertight. When we were making foil boats, we found that they tipped over if we weren’t careful in our design. After many tests, we think the best design was one where most of the foil touched the water, but the sides were pretty tall so the water couldn’t get in. Even this was tippy when we added the paper clips, so we had to make the bottom a little curvy so most of the paper clips stayed in the middle. It still sank when the water got in. The sketch shows our best foil boat design: </w:t>
      </w:r>
    </w:p>
    <w:p w:rsidR="00335971" w:rsidRDefault="00D36BB7" w:rsidP="00335971">
      <w:pPr>
        <w:widowControl w:val="0"/>
        <w:rPr>
          <w:lang/>
        </w:rPr>
      </w:pPr>
      <w:r>
        <w:rPr>
          <w:noProof/>
          <w:lang w:bidi="ar-SA"/>
        </w:rPr>
        <w:drawing>
          <wp:anchor distT="36576" distB="36576" distL="36576" distR="36576" simplePos="0" relativeHeight="251670016" behindDoc="0" locked="0" layoutInCell="1" allowOverlap="1">
            <wp:simplePos x="0" y="0"/>
            <wp:positionH relativeFrom="column">
              <wp:posOffset>297180</wp:posOffset>
            </wp:positionH>
            <wp:positionV relativeFrom="paragraph">
              <wp:posOffset>260985</wp:posOffset>
            </wp:positionV>
            <wp:extent cx="1916430" cy="1322705"/>
            <wp:effectExtent l="19050" t="0" r="7620" b="0"/>
            <wp:wrapNone/>
            <wp:docPr id="874" name="Picture 874" descr="ske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4" descr="sketch"/>
                    <pic:cNvPicPr>
                      <a:picLocks noChangeAspect="1" noChangeArrowheads="1"/>
                    </pic:cNvPicPr>
                  </pic:nvPicPr>
                  <pic:blipFill>
                    <a:blip r:embed="rId9" cstate="print"/>
                    <a:srcRect l="21094" t="20313" r="21172" b="26563"/>
                    <a:stretch>
                      <a:fillRect/>
                    </a:stretch>
                  </pic:blipFill>
                  <pic:spPr bwMode="auto">
                    <a:xfrm>
                      <a:off x="0" y="0"/>
                      <a:ext cx="1916430" cy="1322705"/>
                    </a:xfrm>
                    <a:prstGeom prst="rect">
                      <a:avLst/>
                    </a:prstGeom>
                    <a:noFill/>
                    <a:ln w="9525" algn="in">
                      <a:noFill/>
                      <a:miter lim="800000"/>
                      <a:headEnd/>
                      <a:tailEnd/>
                    </a:ln>
                    <a:effectLst/>
                  </pic:spPr>
                </pic:pic>
              </a:graphicData>
            </a:graphic>
          </wp:anchor>
        </w:drawing>
      </w:r>
    </w:p>
    <w:p w:rsidR="00335971" w:rsidRDefault="00335971" w:rsidP="00AA23E7">
      <w:pPr>
        <w:pStyle w:val="HeadingTopofColumn"/>
        <w:rPr>
          <w:rStyle w:val="BodyTextChar"/>
        </w:rPr>
      </w:pPr>
    </w:p>
    <w:p w:rsidR="00335971" w:rsidRDefault="00335971" w:rsidP="00AA23E7">
      <w:pPr>
        <w:pStyle w:val="HeadingTopofColumn"/>
        <w:rPr>
          <w:rStyle w:val="BodyTextChar"/>
        </w:rPr>
      </w:pPr>
    </w:p>
    <w:p w:rsidR="00EF5A82" w:rsidRDefault="00EF5A82" w:rsidP="00AA23E7">
      <w:pPr>
        <w:pStyle w:val="HeadingTopofColumn"/>
        <w:rPr>
          <w:rStyle w:val="BodyTextChar"/>
        </w:rPr>
      </w:pPr>
    </w:p>
    <w:p w:rsidR="00EF5A82" w:rsidRDefault="00EF5A82" w:rsidP="00AA23E7">
      <w:pPr>
        <w:pStyle w:val="HeadingTopofColumn"/>
        <w:rPr>
          <w:rStyle w:val="BodyTextChar"/>
        </w:rPr>
      </w:pPr>
    </w:p>
    <w:p w:rsidR="00EF5A82" w:rsidRPr="00EF5A82" w:rsidRDefault="00EF5A82" w:rsidP="00EF5A82">
      <w:pPr>
        <w:spacing w:line="240" w:lineRule="auto"/>
        <w:ind w:left="360" w:hanging="360"/>
        <w:rPr>
          <w:sz w:val="16"/>
          <w:szCs w:val="16"/>
          <w:lang/>
        </w:rPr>
      </w:pPr>
      <w:r w:rsidRPr="00EF5A82">
        <w:rPr>
          <w:sz w:val="16"/>
          <w:szCs w:val="16"/>
          <w:lang/>
        </w:rPr>
        <w:t>So we started thinking about what would be the best materials to use to keep our boat watertight. We knew from our experiments, that plastic bottles filled with air were the most buoyant material. They don’t displace very much water and they are long so they float very well. Also, every time we pushed down on them they would pop right back up to the surface. So we knew we wanted to use plastic bottles in our boat design.</w:t>
      </w:r>
    </w:p>
    <w:p w:rsidR="00EF5A82" w:rsidRDefault="00EF5A82" w:rsidP="00EF5A82">
      <w:pPr>
        <w:widowControl w:val="0"/>
        <w:rPr>
          <w:lang/>
        </w:rPr>
      </w:pPr>
    </w:p>
    <w:p w:rsidR="00335971" w:rsidRPr="00335971" w:rsidRDefault="00335971" w:rsidP="00335971">
      <w:pPr>
        <w:widowControl w:val="0"/>
        <w:spacing w:before="0" w:after="0"/>
        <w:rPr>
          <w:sz w:val="16"/>
          <w:szCs w:val="16"/>
          <w:lang/>
        </w:rPr>
      </w:pPr>
    </w:p>
    <w:p w:rsidR="00191CC8" w:rsidRDefault="00D53AC3" w:rsidP="00191CC8">
      <w:pPr>
        <w:pStyle w:val="BodyText3"/>
        <w:widowControl w:val="0"/>
        <w:spacing w:before="0" w:after="0" w:line="240" w:lineRule="auto"/>
        <w:ind w:left="78" w:hanging="516"/>
        <w:rPr>
          <w:rStyle w:val="BodyTextChar"/>
        </w:rPr>
      </w:pPr>
      <w:r w:rsidRPr="00D53AC3">
        <w:rPr>
          <w:rStyle w:val="BodyTextChar"/>
        </w:rPr>
        <w:pict>
          <v:group id="_x0000_s1796" style="position:absolute;left:0;text-align:left;margin-left:12.9pt;margin-top:568.55pt;width:760.5pt;height:36.25pt;z-index:251653632;mso-position-horizontal-relative:page;mso-position-vertical-relative:page" coordorigin="101,11285" coordsize="15210,725">
            <v:oval id="_x0000_s1797" style="position:absolute;left:13436;top:11285;width:480;height:480" filled="f" strokecolor="white" strokeweight="1.25pt"/>
            <v:oval id="_x0000_s1798" style="position:absolute;left:13901;top:11290;width:480;height:480" filled="f" strokecolor="white" strokeweight="1.25pt"/>
            <v:oval id="_x0000_s1799" style="position:absolute;left:14366;top:11285;width:480;height:480" filled="f" strokecolor="white" strokeweight="1.25pt"/>
            <v:oval id="_x0000_s1800" style="position:absolute;left:14831;top:11290;width:480;height:480" filled="f" strokecolor="white" strokeweight="1.25pt"/>
            <v:oval id="_x0000_s1801" style="position:absolute;left:11561;top:11285;width:480;height:480" filled="f" strokecolor="white" strokeweight="1.25pt"/>
            <v:oval id="_x0000_s1802" style="position:absolute;left:12026;top:11290;width:480;height:480" filled="f" strokecolor="white" strokeweight="1.25pt"/>
            <v:oval id="_x0000_s1803" style="position:absolute;left:12491;top:11285;width:480;height:480" filled="f" strokecolor="white" strokeweight="1.25pt"/>
            <v:oval id="_x0000_s1804" style="position:absolute;left:12956;top:11290;width:480;height:480" filled="f" strokecolor="white" strokeweight="1.25pt"/>
            <v:oval id="_x0000_s1805" style="position:absolute;left:9686;top:11285;width:480;height:480" filled="f" strokecolor="white" strokeweight="1.25pt"/>
            <v:oval id="_x0000_s1806" style="position:absolute;left:10151;top:11290;width:480;height:480" filled="f" strokecolor="white" strokeweight="1.25pt"/>
            <v:oval id="_x0000_s1807" style="position:absolute;left:10616;top:11285;width:480;height:480" filled="f" strokecolor="white" strokeweight="1.25pt"/>
            <v:oval id="_x0000_s1808" style="position:absolute;left:11081;top:11290;width:480;height:480" filled="f" strokecolor="white" strokeweight="1.25pt"/>
            <v:oval id="_x0000_s1809" style="position:absolute;left:7811;top:11285;width:480;height:480" filled="f" strokecolor="white" strokeweight="1.25pt"/>
            <v:oval id="_x0000_s1810" style="position:absolute;left:8276;top:11290;width:480;height:480" filled="f" strokecolor="white" strokeweight="1.25pt"/>
            <v:oval id="_x0000_s1811" style="position:absolute;left:8741;top:11285;width:480;height:480" filled="f" strokecolor="white" strokeweight="1.25pt"/>
            <v:oval id="_x0000_s1812" style="position:absolute;left:9206;top:11290;width:480;height:480" filled="f" strokecolor="white" strokeweight="1.25pt"/>
            <v:oval id="_x0000_s1813" style="position:absolute;left:5951;top:11285;width:480;height:480" filled="f" strokecolor="white" strokeweight="1.25pt"/>
            <v:oval id="_x0000_s1814" style="position:absolute;left:6416;top:11290;width:480;height:480" filled="f" strokecolor="white" strokeweight="1.25pt"/>
            <v:oval id="_x0000_s1815" style="position:absolute;left:6881;top:11285;width:480;height:480" filled="f" strokecolor="white" strokeweight="1.25pt"/>
            <v:oval id="_x0000_s1816" style="position:absolute;left:7346;top:11290;width:480;height:480" filled="f" strokecolor="white" strokeweight="1.25pt"/>
            <v:oval id="_x0000_s1817" style="position:absolute;left:4076;top:11285;width:480;height:480" filled="f" strokecolor="white" strokeweight="1.25pt"/>
            <v:oval id="_x0000_s1818" style="position:absolute;left:4541;top:11290;width:480;height:480" filled="f" strokecolor="white" strokeweight="1.25pt"/>
            <v:oval id="_x0000_s1819" style="position:absolute;left:5006;top:11285;width:480;height:480" filled="f" strokecolor="white" strokeweight="1.25pt"/>
            <v:oval id="_x0000_s1820" style="position:absolute;left:5471;top:11290;width:480;height:480" filled="f" strokecolor="white" strokeweight="1.25pt"/>
            <v:oval id="_x0000_s1821" style="position:absolute;left:8051;top:11525;width:480;height:480" filled="f" strokecolor="white" strokeweight="1.25pt"/>
            <v:oval id="_x0000_s1822" style="position:absolute;left:6191;top:11525;width:480;height:480" filled="f" strokecolor="white" strokeweight="1.25pt"/>
            <v:oval id="_x0000_s1823" style="position:absolute;left:6656;top:11530;width:480;height:480" filled="f" strokecolor="white" strokeweight="1.25pt"/>
            <v:oval id="_x0000_s1824" style="position:absolute;left:7121;top:11525;width:480;height:480" filled="f" strokecolor="white" strokeweight="1.25pt"/>
            <v:oval id="_x0000_s1825" style="position:absolute;left:7586;top:11530;width:480;height:480" filled="f" strokecolor="white" strokeweight="1.25pt"/>
            <v:oval id="_x0000_s1826" style="position:absolute;left:4316;top:11525;width:480;height:480" filled="f" strokecolor="white" strokeweight="1.25pt"/>
            <v:oval id="_x0000_s1827" style="position:absolute;left:4781;top:11530;width:480;height:480" filled="f" strokecolor="white" strokeweight="1.25pt"/>
            <v:oval id="_x0000_s1828" style="position:absolute;left:5246;top:11525;width:480;height:480" filled="f" strokecolor="white" strokeweight="1.25pt"/>
            <v:oval id="_x0000_s1829" style="position:absolute;left:5711;top:11530;width:480;height:480" filled="f" strokecolor="white" strokeweight="1.25pt"/>
            <v:oval id="_x0000_s1830" style="position:absolute;left:13676;top:11525;width:480;height:480" filled="f" strokecolor="white" strokeweight="1.25pt"/>
            <v:oval id="_x0000_s1831" style="position:absolute;left:14141;top:11530;width:480;height:480" filled="f" strokecolor="white" strokeweight="1.25pt"/>
            <v:oval id="_x0000_s1832" style="position:absolute;left:14606;top:11525;width:480;height:480" filled="f" strokecolor="white" strokeweight="1.25pt"/>
            <v:oval id="_x0000_s1833" style="position:absolute;left:11801;top:11525;width:480;height:480" filled="f" strokecolor="white" strokeweight="1.25pt"/>
            <v:oval id="_x0000_s1834" style="position:absolute;left:12266;top:11530;width:480;height:480" filled="f" strokecolor="white" strokeweight="1.25pt"/>
            <v:oval id="_x0000_s1835" style="position:absolute;left:12731;top:11525;width:480;height:480" filled="f" strokecolor="white" strokeweight="1.25pt"/>
            <v:oval id="_x0000_s1836" style="position:absolute;left:13196;top:11530;width:480;height:480" filled="f" strokecolor="white" strokeweight="1.25pt"/>
            <v:oval id="_x0000_s1837" style="position:absolute;left:9926;top:11525;width:480;height:480" filled="f" strokecolor="white" strokeweight="1.25pt"/>
            <v:oval id="_x0000_s1838" style="position:absolute;left:10391;top:11530;width:480;height:480" filled="f" strokecolor="white" strokeweight="1.25pt"/>
            <v:oval id="_x0000_s1839" style="position:absolute;left:10856;top:11525;width:480;height:480" filled="f" strokecolor="white" strokeweight="1.25pt"/>
            <v:oval id="_x0000_s1840" style="position:absolute;left:11321;top:11530;width:480;height:480" filled="f" strokecolor="white" strokeweight="1.25pt"/>
            <v:oval id="_x0000_s1841" style="position:absolute;left:9446;top:11530;width:480;height:480" filled="f" strokecolor="white" strokeweight="1.25pt"/>
            <v:oval id="_x0000_s1842" style="position:absolute;left:8991;top:11525;width:480;height:480" filled="f" strokecolor="white" strokeweight="1.25pt"/>
            <v:oval id="_x0000_s1843" style="position:absolute;left:8511;top:11530;width:480;height:480" filled="f" strokecolor="white" strokeweight="1.25pt"/>
            <v:oval id="_x0000_s1844" style="position:absolute;left:3596;top:11290;width:480;height:480" filled="f" strokecolor="white" strokeweight="1.25pt"/>
            <v:oval id="_x0000_s1845" style="position:absolute;left:1736;top:11290;width:480;height:480" filled="f" strokecolor="white" strokeweight="1.25pt"/>
            <v:oval id="_x0000_s1846" style="position:absolute;left:2666;top:11290;width:480;height:480" filled="f" strokecolor="white" strokeweight="1.25pt"/>
            <v:oval id="_x0000_s1847" style="position:absolute;left:791;top:11290;width:480;height:480" filled="f" strokecolor="white" strokeweight="1.25pt"/>
            <v:oval id="_x0000_s1848" style="position:absolute;left:3371;top:11525;width:480;height:480" filled="f" strokecolor="white" strokeweight="1.25pt"/>
            <v:oval id="_x0000_s1849" style="position:absolute;left:1511;top:11525;width:480;height:480" filled="f" strokecolor="white" strokeweight="1.25pt"/>
            <v:oval id="_x0000_s1850" style="position:absolute;left:1976;top:11530;width:480;height:480" filled="f" strokecolor="white" strokeweight="1.25pt"/>
            <v:oval id="_x0000_s1851" style="position:absolute;left:2441;top:11525;width:480;height:480" filled="f" strokecolor="white" strokeweight="1.25pt"/>
            <v:oval id="_x0000_s1852" style="position:absolute;left:2906;top:11530;width:480;height:480" filled="f" strokecolor="white" strokeweight="1.25pt"/>
            <v:oval id="_x0000_s1853" style="position:absolute;left:101;top:11530;width:480;height:480" filled="f" strokecolor="white" strokeweight="1.25pt"/>
            <v:oval id="_x0000_s1854" style="position:absolute;left:566;top:11525;width:480;height:480" filled="f" strokecolor="white" strokeweight="1.25pt"/>
            <v:oval id="_x0000_s1855" style="position:absolute;left:1031;top:11530;width:480;height:480" filled="f" strokecolor="white" strokeweight="1.25pt"/>
            <v:oval id="_x0000_s1856" style="position:absolute;left:4311;top:11525;width:480;height:480" filled="f" strokecolor="white" strokeweight="1.25pt"/>
            <v:oval id="_x0000_s1857" style="position:absolute;left:3831;top:11530;width:480;height:480" filled="f" strokecolor="white" strokeweight="1.25pt"/>
            <v:oval id="_x0000_s1858" style="position:absolute;left:296;top:11335;width:480;height:480" filled="f" strokecolor="white" strokeweight="1.25pt"/>
            <v:oval id="_x0000_s1859" style="position:absolute;left:1271;top:11290;width:480;height:480" filled="f" strokecolor="white" strokeweight="1.25pt"/>
            <v:oval id="_x0000_s1860" style="position:absolute;left:2201;top:11305;width:480;height:480" filled="f" strokecolor="white" strokeweight="1.25pt"/>
            <v:oval id="_x0000_s1861" style="position:absolute;left:3131;top:11305;width:480;height:480" filled="f" strokecolor="white" strokeweight="1.25pt"/>
            <w10:wrap anchorx="page" anchory="page"/>
          </v:group>
        </w:pict>
      </w:r>
      <w:r w:rsidR="005E4259" w:rsidRPr="00D53AC3">
        <w:rPr>
          <w:rStyle w:val="BodyTextChar"/>
        </w:rPr>
        <w:br w:type="column"/>
      </w:r>
    </w:p>
    <w:p w:rsidR="00191CC8" w:rsidRDefault="00191CC8" w:rsidP="00191CC8">
      <w:pPr>
        <w:pStyle w:val="BodyText3"/>
        <w:widowControl w:val="0"/>
        <w:spacing w:before="0" w:after="0" w:line="240" w:lineRule="auto"/>
        <w:ind w:left="78" w:hanging="516"/>
        <w:rPr>
          <w:rStyle w:val="BodyTextChar"/>
        </w:rPr>
      </w:pPr>
    </w:p>
    <w:p w:rsidR="00191CC8" w:rsidRDefault="00191CC8" w:rsidP="00191CC8">
      <w:pPr>
        <w:pStyle w:val="BodyText3"/>
        <w:widowControl w:val="0"/>
        <w:spacing w:before="0" w:after="0" w:line="240" w:lineRule="auto"/>
        <w:ind w:left="78" w:hanging="516"/>
        <w:rPr>
          <w:lang/>
        </w:rPr>
      </w:pPr>
    </w:p>
    <w:p w:rsidR="00191CC8" w:rsidRDefault="00191CC8" w:rsidP="00191CC8">
      <w:pPr>
        <w:pStyle w:val="BodyText3"/>
        <w:widowControl w:val="0"/>
        <w:spacing w:before="0" w:after="0" w:line="240" w:lineRule="auto"/>
        <w:ind w:left="78" w:hanging="516"/>
        <w:rPr>
          <w:lang/>
        </w:rPr>
      </w:pPr>
    </w:p>
    <w:p w:rsidR="00191CC8" w:rsidRDefault="00191CC8" w:rsidP="00191CC8">
      <w:pPr>
        <w:pStyle w:val="BodyText3"/>
        <w:widowControl w:val="0"/>
        <w:spacing w:before="0" w:after="0" w:line="240" w:lineRule="auto"/>
        <w:ind w:left="78" w:hanging="516"/>
        <w:rPr>
          <w:lang/>
        </w:rPr>
      </w:pPr>
    </w:p>
    <w:p w:rsidR="00DC7EC2" w:rsidRDefault="00DC7EC2" w:rsidP="006F3067">
      <w:pPr>
        <w:pStyle w:val="BodyText3"/>
        <w:widowControl w:val="0"/>
        <w:spacing w:before="0" w:after="0" w:line="240" w:lineRule="auto"/>
        <w:ind w:left="78" w:hanging="78"/>
        <w:rPr>
          <w:lang/>
        </w:rPr>
      </w:pPr>
    </w:p>
    <w:p w:rsidR="00191CC8" w:rsidRDefault="00691486" w:rsidP="006F3067">
      <w:pPr>
        <w:pStyle w:val="BodyText3"/>
        <w:widowControl w:val="0"/>
        <w:spacing w:before="0" w:after="0" w:line="240" w:lineRule="auto"/>
        <w:ind w:left="78" w:hanging="78"/>
        <w:rPr>
          <w:lang/>
        </w:rPr>
      </w:pPr>
      <w:r>
        <w:rPr>
          <w:lang/>
        </w:rPr>
        <w:t>How could we make our boat stable? Plastic bottles are</w:t>
      </w:r>
    </w:p>
    <w:p w:rsidR="00191CC8" w:rsidRDefault="00691486" w:rsidP="00191CC8">
      <w:pPr>
        <w:pStyle w:val="BodyText3"/>
        <w:widowControl w:val="0"/>
        <w:spacing w:before="0" w:after="0" w:line="240" w:lineRule="auto"/>
        <w:ind w:left="78" w:firstLine="312"/>
        <w:rPr>
          <w:lang/>
        </w:rPr>
      </w:pPr>
      <w:r>
        <w:rPr>
          <w:lang/>
        </w:rPr>
        <w:t>round and very tippy, so we knew we had to add</w:t>
      </w:r>
    </w:p>
    <w:p w:rsidR="00191CC8" w:rsidRDefault="00691486" w:rsidP="00191CC8">
      <w:pPr>
        <w:pStyle w:val="BodyText3"/>
        <w:widowControl w:val="0"/>
        <w:spacing w:before="0" w:after="0" w:line="240" w:lineRule="auto"/>
        <w:ind w:left="78" w:firstLine="312"/>
        <w:rPr>
          <w:lang/>
        </w:rPr>
      </w:pPr>
      <w:r>
        <w:rPr>
          <w:lang/>
        </w:rPr>
        <w:t>other materials. We didn’t want to add anything</w:t>
      </w:r>
    </w:p>
    <w:p w:rsidR="00191CC8" w:rsidRDefault="00691486" w:rsidP="00191CC8">
      <w:pPr>
        <w:pStyle w:val="BodyText3"/>
        <w:widowControl w:val="0"/>
        <w:spacing w:before="0" w:after="0" w:line="240" w:lineRule="auto"/>
        <w:ind w:left="78" w:firstLine="312"/>
        <w:rPr>
          <w:lang/>
        </w:rPr>
      </w:pPr>
      <w:r>
        <w:rPr>
          <w:lang/>
        </w:rPr>
        <w:t>dense like rubber or metal that would weigh it</w:t>
      </w:r>
    </w:p>
    <w:p w:rsidR="00191CC8" w:rsidRDefault="00691486" w:rsidP="00191CC8">
      <w:pPr>
        <w:pStyle w:val="BodyText3"/>
        <w:widowControl w:val="0"/>
        <w:spacing w:before="0" w:after="0" w:line="240" w:lineRule="auto"/>
        <w:ind w:left="78" w:firstLine="312"/>
        <w:rPr>
          <w:lang/>
        </w:rPr>
      </w:pPr>
      <w:r>
        <w:rPr>
          <w:lang/>
        </w:rPr>
        <w:t>down, and we had discovered that wood floats very</w:t>
      </w:r>
    </w:p>
    <w:p w:rsidR="00191CC8" w:rsidRDefault="00691486" w:rsidP="00191CC8">
      <w:pPr>
        <w:pStyle w:val="BodyText3"/>
        <w:widowControl w:val="0"/>
        <w:spacing w:before="0" w:after="0" w:line="240" w:lineRule="auto"/>
        <w:ind w:left="78" w:firstLine="312"/>
        <w:rPr>
          <w:lang/>
        </w:rPr>
      </w:pPr>
      <w:r>
        <w:rPr>
          <w:lang/>
        </w:rPr>
        <w:t>well. So we thought we would make a wood</w:t>
      </w:r>
    </w:p>
    <w:p w:rsidR="00191CC8" w:rsidRDefault="00691486" w:rsidP="00191CC8">
      <w:pPr>
        <w:pStyle w:val="BodyText3"/>
        <w:widowControl w:val="0"/>
        <w:spacing w:before="0" w:after="0" w:line="240" w:lineRule="auto"/>
        <w:ind w:left="78" w:firstLine="312"/>
        <w:rPr>
          <w:lang/>
        </w:rPr>
      </w:pPr>
      <w:r>
        <w:rPr>
          <w:lang/>
        </w:rPr>
        <w:t>platform out of popsicle sticks to connect the bottles</w:t>
      </w:r>
    </w:p>
    <w:p w:rsidR="00691486" w:rsidRDefault="00691486" w:rsidP="00191CC8">
      <w:pPr>
        <w:pStyle w:val="BodyText3"/>
        <w:widowControl w:val="0"/>
        <w:spacing w:before="0" w:after="0" w:line="240" w:lineRule="auto"/>
        <w:ind w:left="78" w:firstLine="312"/>
        <w:rPr>
          <w:lang/>
        </w:rPr>
      </w:pPr>
      <w:r>
        <w:rPr>
          <w:lang/>
        </w:rPr>
        <w:t xml:space="preserve">together. </w:t>
      </w:r>
    </w:p>
    <w:p w:rsidR="00691486" w:rsidRDefault="00691486" w:rsidP="00691486">
      <w:pPr>
        <w:pStyle w:val="BodyText3"/>
        <w:widowControl w:val="0"/>
        <w:spacing w:before="0" w:after="0" w:line="240" w:lineRule="auto"/>
        <w:ind w:left="360" w:hanging="360"/>
        <w:rPr>
          <w:lang/>
        </w:rPr>
      </w:pPr>
    </w:p>
    <w:p w:rsidR="00691486" w:rsidRPr="00191CC8" w:rsidRDefault="00691486" w:rsidP="00691486">
      <w:pPr>
        <w:spacing w:before="0" w:after="0" w:line="240" w:lineRule="auto"/>
        <w:ind w:left="360" w:hanging="360"/>
        <w:rPr>
          <w:sz w:val="16"/>
          <w:szCs w:val="16"/>
          <w:lang/>
        </w:rPr>
      </w:pPr>
      <w:r w:rsidRPr="00191CC8">
        <w:rPr>
          <w:sz w:val="16"/>
          <w:szCs w:val="16"/>
          <w:lang/>
        </w:rPr>
        <w:t xml:space="preserve">This design didn’t work very well because the boat turned over and the popsicle sticks fell apart. The glue didn’t hold it together. Plus, it was tippy because the wood was out of the water and only the bottles were touching the water. </w:t>
      </w:r>
    </w:p>
    <w:p w:rsidR="00691486" w:rsidRPr="00191CC8" w:rsidRDefault="00691486" w:rsidP="00691486">
      <w:pPr>
        <w:spacing w:before="0" w:after="0" w:line="240" w:lineRule="auto"/>
        <w:ind w:left="360" w:hanging="360"/>
        <w:rPr>
          <w:sz w:val="16"/>
          <w:szCs w:val="16"/>
          <w:lang/>
        </w:rPr>
      </w:pPr>
    </w:p>
    <w:p w:rsidR="00691486" w:rsidRPr="00191CC8" w:rsidRDefault="00691486" w:rsidP="00DC7EC2">
      <w:pPr>
        <w:pStyle w:val="Heading3"/>
        <w:widowControl w:val="0"/>
        <w:spacing w:before="0" w:after="120"/>
        <w:rPr>
          <w:sz w:val="24"/>
          <w:szCs w:val="24"/>
          <w:lang/>
        </w:rPr>
      </w:pPr>
      <w:r w:rsidRPr="00191CC8">
        <w:rPr>
          <w:sz w:val="24"/>
          <w:szCs w:val="24"/>
          <w:lang/>
        </w:rPr>
        <w:t>Final Boat</w:t>
      </w:r>
    </w:p>
    <w:p w:rsidR="00691486" w:rsidRPr="00191CC8" w:rsidRDefault="00691486" w:rsidP="00691486">
      <w:pPr>
        <w:spacing w:before="0" w:after="0" w:line="240" w:lineRule="auto"/>
        <w:ind w:left="360" w:hanging="360"/>
        <w:rPr>
          <w:sz w:val="16"/>
          <w:szCs w:val="16"/>
          <w:lang/>
        </w:rPr>
      </w:pPr>
      <w:r w:rsidRPr="00191CC8">
        <w:rPr>
          <w:sz w:val="16"/>
          <w:szCs w:val="16"/>
          <w:lang/>
        </w:rPr>
        <w:t>We decided to use a polystyrene egg carton to hold the bottles together and we used electrical tape instead of glue. This design worked very well because most of the surface of the boat is right on the water, and it uses two very buoyant materials. The two bottles act like pontoons and give the boat lots of stability. The tape is waterproof, so it won’t fall apart. This is a picture of the Wave Breaker:</w:t>
      </w:r>
    </w:p>
    <w:p w:rsidR="00691486" w:rsidRDefault="00D36BB7" w:rsidP="00691486">
      <w:pPr>
        <w:pStyle w:val="Heading3"/>
        <w:widowControl w:val="0"/>
        <w:rPr>
          <w:lang/>
        </w:rPr>
      </w:pPr>
      <w:r>
        <w:rPr>
          <w:rFonts w:ascii="Arial" w:hAnsi="Arial"/>
          <w:noProof/>
          <w:color w:val="FF6600"/>
          <w:spacing w:val="-5"/>
          <w:szCs w:val="22"/>
        </w:rPr>
        <w:drawing>
          <wp:anchor distT="36576" distB="36576" distL="36576" distR="36576" simplePos="0" relativeHeight="251671040" behindDoc="0" locked="0" layoutInCell="1" allowOverlap="1">
            <wp:simplePos x="0" y="0"/>
            <wp:positionH relativeFrom="column">
              <wp:posOffset>339090</wp:posOffset>
            </wp:positionH>
            <wp:positionV relativeFrom="paragraph">
              <wp:posOffset>281940</wp:posOffset>
            </wp:positionV>
            <wp:extent cx="2171700" cy="1828800"/>
            <wp:effectExtent l="19050" t="0" r="0" b="0"/>
            <wp:wrapNone/>
            <wp:docPr id="875" name="Picture 875" descr="bo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5" descr="boat"/>
                    <pic:cNvPicPr>
                      <a:picLocks noChangeAspect="1" noChangeArrowheads="1"/>
                    </pic:cNvPicPr>
                  </pic:nvPicPr>
                  <pic:blipFill>
                    <a:blip r:embed="rId10" cstate="print"/>
                    <a:srcRect/>
                    <a:stretch>
                      <a:fillRect/>
                    </a:stretch>
                  </pic:blipFill>
                  <pic:spPr bwMode="auto">
                    <a:xfrm>
                      <a:off x="0" y="0"/>
                      <a:ext cx="2171700" cy="1828800"/>
                    </a:xfrm>
                    <a:prstGeom prst="rect">
                      <a:avLst/>
                    </a:prstGeom>
                    <a:noFill/>
                    <a:ln w="9525" algn="in">
                      <a:noFill/>
                      <a:miter lim="800000"/>
                      <a:headEnd/>
                      <a:tailEnd/>
                    </a:ln>
                    <a:effectLst/>
                  </pic:spPr>
                </pic:pic>
              </a:graphicData>
            </a:graphic>
          </wp:anchor>
        </w:drawing>
      </w:r>
    </w:p>
    <w:p w:rsidR="00691486" w:rsidRDefault="00691486" w:rsidP="00691486">
      <w:pPr>
        <w:ind w:left="360" w:hanging="360"/>
        <w:rPr>
          <w:lang/>
        </w:rPr>
      </w:pPr>
    </w:p>
    <w:p w:rsidR="00691486" w:rsidRDefault="00691486" w:rsidP="00691486">
      <w:pPr>
        <w:widowControl w:val="0"/>
        <w:rPr>
          <w:lang/>
        </w:rPr>
      </w:pPr>
    </w:p>
    <w:p w:rsidR="005E4259" w:rsidRPr="00691486" w:rsidRDefault="005E4259" w:rsidP="005E4259">
      <w:pPr>
        <w:pStyle w:val="BodyText"/>
        <w:rPr>
          <w:lang/>
        </w:rPr>
      </w:pPr>
    </w:p>
    <w:p w:rsidR="006229A8" w:rsidRDefault="005E4259" w:rsidP="006229A8">
      <w:pPr>
        <w:pStyle w:val="Heading3"/>
        <w:widowControl w:val="0"/>
        <w:spacing w:before="0" w:after="120"/>
        <w:rPr>
          <w:rStyle w:val="BodyTextChar"/>
        </w:rPr>
      </w:pPr>
      <w:r w:rsidRPr="00D53AC3">
        <w:rPr>
          <w:rStyle w:val="BodyTextChar"/>
        </w:rPr>
        <w:br w:type="column"/>
      </w:r>
    </w:p>
    <w:p w:rsidR="00DC7EC2" w:rsidRPr="00DC7EC2" w:rsidRDefault="00DC7EC2" w:rsidP="006229A8">
      <w:pPr>
        <w:pStyle w:val="Heading3"/>
        <w:widowControl w:val="0"/>
        <w:spacing w:before="0" w:after="120"/>
        <w:rPr>
          <w:sz w:val="24"/>
          <w:szCs w:val="24"/>
          <w:lang/>
        </w:rPr>
      </w:pPr>
      <w:r w:rsidRPr="00DC7EC2">
        <w:rPr>
          <w:sz w:val="24"/>
          <w:szCs w:val="24"/>
          <w:lang/>
        </w:rPr>
        <w:t>What We Learned</w:t>
      </w:r>
    </w:p>
    <w:p w:rsidR="00DC7EC2" w:rsidRDefault="00DC7EC2" w:rsidP="00DC7EC2">
      <w:pPr>
        <w:widowControl w:val="0"/>
        <w:spacing w:before="0" w:after="0" w:line="240" w:lineRule="auto"/>
        <w:ind w:left="360" w:hanging="360"/>
        <w:rPr>
          <w:sz w:val="16"/>
          <w:szCs w:val="16"/>
          <w:lang/>
        </w:rPr>
      </w:pPr>
      <w:r w:rsidRPr="00DC7EC2">
        <w:rPr>
          <w:sz w:val="16"/>
          <w:szCs w:val="16"/>
          <w:lang/>
        </w:rPr>
        <w:t>If we were to take the plastic in the bottles and scrunch it up, the plastic would sink. This is because the plastic would be more dense than the water. Because we’ve used the plastic in a long shape that we can fill with air, it is less dense than water, and it floats.</w:t>
      </w:r>
    </w:p>
    <w:p w:rsidR="006229A8" w:rsidRDefault="006229A8" w:rsidP="00DC7EC2">
      <w:pPr>
        <w:widowControl w:val="0"/>
        <w:spacing w:before="0" w:after="0" w:line="240" w:lineRule="auto"/>
        <w:ind w:left="360" w:hanging="360"/>
        <w:rPr>
          <w:sz w:val="16"/>
          <w:szCs w:val="16"/>
          <w:lang/>
        </w:rPr>
      </w:pPr>
    </w:p>
    <w:p w:rsidR="00DC7EC2" w:rsidRPr="00DC7EC2" w:rsidRDefault="00DC7EC2" w:rsidP="00DC7EC2">
      <w:pPr>
        <w:widowControl w:val="0"/>
        <w:spacing w:before="0" w:after="0" w:line="240" w:lineRule="auto"/>
        <w:ind w:left="360" w:hanging="360"/>
        <w:rPr>
          <w:sz w:val="16"/>
          <w:szCs w:val="16"/>
          <w:lang/>
        </w:rPr>
      </w:pPr>
    </w:p>
    <w:p w:rsidR="00DC7EC2" w:rsidRDefault="00DC7EC2" w:rsidP="00DC7EC2">
      <w:pPr>
        <w:widowControl w:val="0"/>
        <w:spacing w:before="0" w:after="0" w:line="240" w:lineRule="auto"/>
        <w:ind w:left="360" w:hanging="360"/>
        <w:rPr>
          <w:sz w:val="16"/>
          <w:szCs w:val="16"/>
          <w:lang/>
        </w:rPr>
      </w:pPr>
      <w:r w:rsidRPr="00DC7EC2">
        <w:rPr>
          <w:sz w:val="16"/>
          <w:szCs w:val="16"/>
          <w:lang/>
        </w:rPr>
        <w:t>After we added the egg carton to our boat, we noticed it floated higher in the water—it displaced less water, than the wood one. We think this is because there is more area touching the water. The more water that pushes against the boat, the better it is able to float—the more buoyant it is. Our new boat has two bottles and the egg carton touching the surface of the water, so it is very buoyant.</w:t>
      </w:r>
    </w:p>
    <w:p w:rsidR="006229A8" w:rsidRDefault="006229A8" w:rsidP="00DC7EC2">
      <w:pPr>
        <w:widowControl w:val="0"/>
        <w:spacing w:before="0" w:after="0" w:line="240" w:lineRule="auto"/>
        <w:ind w:left="360" w:hanging="360"/>
        <w:rPr>
          <w:sz w:val="16"/>
          <w:szCs w:val="16"/>
          <w:lang/>
        </w:rPr>
      </w:pPr>
    </w:p>
    <w:p w:rsidR="00DC7EC2" w:rsidRPr="00DC7EC2" w:rsidRDefault="00DC7EC2" w:rsidP="00DC7EC2">
      <w:pPr>
        <w:widowControl w:val="0"/>
        <w:spacing w:before="0" w:after="0" w:line="240" w:lineRule="auto"/>
        <w:ind w:left="360" w:hanging="360"/>
        <w:rPr>
          <w:sz w:val="16"/>
          <w:szCs w:val="16"/>
          <w:lang/>
        </w:rPr>
      </w:pPr>
    </w:p>
    <w:p w:rsidR="00DC7EC2" w:rsidRDefault="00DC7EC2" w:rsidP="00DC7EC2">
      <w:pPr>
        <w:widowControl w:val="0"/>
        <w:spacing w:before="0" w:after="0" w:line="240" w:lineRule="auto"/>
        <w:ind w:left="360" w:hanging="360"/>
        <w:rPr>
          <w:sz w:val="16"/>
          <w:szCs w:val="16"/>
          <w:lang/>
        </w:rPr>
      </w:pPr>
      <w:r w:rsidRPr="00DC7EC2">
        <w:rPr>
          <w:sz w:val="16"/>
          <w:szCs w:val="16"/>
          <w:lang/>
        </w:rPr>
        <w:t>When we filled our boat with weights, it floated lower in the water, but it didn’t sink. It started taking on water, but the bottles still kept it afloat. This means that our bottles are more buoyant than the weight of the egg carton filled with water and that means it’s a really good boat!</w:t>
      </w:r>
    </w:p>
    <w:p w:rsidR="006229A8" w:rsidRDefault="006229A8" w:rsidP="00DC7EC2">
      <w:pPr>
        <w:widowControl w:val="0"/>
        <w:spacing w:before="0" w:after="0" w:line="240" w:lineRule="auto"/>
        <w:ind w:left="360" w:hanging="360"/>
        <w:rPr>
          <w:sz w:val="16"/>
          <w:szCs w:val="16"/>
          <w:lang/>
        </w:rPr>
      </w:pPr>
    </w:p>
    <w:p w:rsidR="00DC7EC2" w:rsidRPr="00DC7EC2" w:rsidRDefault="00DC7EC2" w:rsidP="00DC7EC2">
      <w:pPr>
        <w:widowControl w:val="0"/>
        <w:spacing w:before="0" w:after="0" w:line="240" w:lineRule="auto"/>
        <w:ind w:left="360" w:hanging="360"/>
        <w:rPr>
          <w:sz w:val="16"/>
          <w:szCs w:val="16"/>
          <w:lang/>
        </w:rPr>
      </w:pPr>
    </w:p>
    <w:p w:rsidR="00DC7EC2" w:rsidRPr="00DC7EC2" w:rsidRDefault="00DC7EC2" w:rsidP="00DC7EC2">
      <w:pPr>
        <w:widowControl w:val="0"/>
        <w:spacing w:before="0" w:after="0" w:line="240" w:lineRule="auto"/>
        <w:ind w:left="360" w:hanging="360"/>
        <w:rPr>
          <w:sz w:val="16"/>
          <w:szCs w:val="16"/>
          <w:lang/>
        </w:rPr>
      </w:pPr>
      <w:r w:rsidRPr="00DC7EC2">
        <w:rPr>
          <w:sz w:val="16"/>
          <w:szCs w:val="16"/>
          <w:lang/>
        </w:rPr>
        <w:t>We had many hypotheses about what would make a good boat design. We tested our hypotheses out and kept changing them a little bit after every test. Now we know that the most important criteria for making a good boat are buoyancy, stability, and being watertight.</w:t>
      </w:r>
    </w:p>
    <w:p w:rsidR="00DC7EC2" w:rsidRPr="00DC7EC2" w:rsidRDefault="00DC7EC2" w:rsidP="00DC7EC2">
      <w:pPr>
        <w:widowControl w:val="0"/>
        <w:rPr>
          <w:sz w:val="16"/>
          <w:szCs w:val="16"/>
          <w:lang/>
        </w:rPr>
      </w:pPr>
    </w:p>
    <w:p w:rsidR="005E4259" w:rsidRPr="00DC7EC2" w:rsidRDefault="005E4259" w:rsidP="005E4259">
      <w:pPr>
        <w:pStyle w:val="BodyText"/>
        <w:rPr>
          <w:lang/>
        </w:rPr>
      </w:pPr>
    </w:p>
    <w:p w:rsidR="00051AEB" w:rsidRPr="004341E7" w:rsidRDefault="00CD1205" w:rsidP="005E4259">
      <w:pPr>
        <w:pStyle w:val="BodyText"/>
      </w:pPr>
      <w:r>
        <w:rPr>
          <w:noProof/>
        </w:rPr>
        <w:pict>
          <v:shape id="_x0000_s1794" type="#_x0000_t202" style="position:absolute;margin-left:487.5pt;margin-top:376.3pt;width:198.9pt;height:155.4pt;z-index:251652608" filled="f" stroked="f" strokecolor="#c9f" strokeweight="1.5pt">
            <v:fill opacity="0"/>
            <v:textbox style="mso-next-textbox:#_x0000_s1794;mso-fit-shape-to-text:t">
              <w:txbxContent>
                <w:p w:rsidR="00CD1205" w:rsidRDefault="00CD1205" w:rsidP="00CD1205">
                  <w:pPr>
                    <w:pStyle w:val="Address1"/>
                  </w:pPr>
                  <w:r>
                    <w:t>Company Name</w:t>
                  </w:r>
                </w:p>
                <w:p w:rsidR="00CD1205" w:rsidRDefault="00CD1205" w:rsidP="00CD1205">
                  <w:pPr>
                    <w:pStyle w:val="Address1"/>
                  </w:pPr>
                  <w:r>
                    <w:t xml:space="preserve">Street </w:t>
                  </w:r>
                  <w:r w:rsidRPr="00EF156D">
                    <w:t>Address</w:t>
                  </w:r>
                </w:p>
                <w:p w:rsidR="00CD1205" w:rsidRDefault="00CD1205" w:rsidP="00CD1205">
                  <w:pPr>
                    <w:pStyle w:val="Address1"/>
                  </w:pPr>
                  <w:r>
                    <w:t>Address 2</w:t>
                  </w:r>
                </w:p>
                <w:p w:rsidR="00CD1205" w:rsidRDefault="00CD1205" w:rsidP="00CD1205">
                  <w:pPr>
                    <w:pStyle w:val="Address1"/>
                    <w:spacing w:after="240"/>
                  </w:pPr>
                  <w:r>
                    <w:t>City, ST  ZIP Code</w:t>
                  </w:r>
                </w:p>
                <w:p w:rsidR="00CD1205" w:rsidRDefault="00CD1205" w:rsidP="00D10FA9">
                  <w:pPr>
                    <w:pStyle w:val="Address1"/>
                  </w:pPr>
                  <w:r>
                    <w:t>Phone (555)555-0125</w:t>
                  </w:r>
                </w:p>
                <w:p w:rsidR="00CD1205" w:rsidRDefault="00CD1205" w:rsidP="00D10FA9">
                  <w:pPr>
                    <w:pStyle w:val="Address1"/>
                  </w:pPr>
                  <w:r>
                    <w:t>Fax (555)555-0145</w:t>
                  </w:r>
                </w:p>
                <w:p w:rsidR="00CD1205" w:rsidRDefault="00CD1205" w:rsidP="00D10FA9">
                  <w:pPr>
                    <w:pStyle w:val="Address1"/>
                  </w:pPr>
                  <w:r>
                    <w:t>Web site address</w:t>
                  </w:r>
                </w:p>
              </w:txbxContent>
            </v:textbox>
          </v:shape>
        </w:pict>
      </w:r>
      <w:r w:rsidR="004423B7">
        <w:rPr>
          <w:noProof/>
        </w:rPr>
        <w:pict>
          <v:group id="_x0000_s1786" style="position:absolute;margin-left:21.5pt;margin-top:544.45pt;width:98.25pt;height:9pt;z-index:251651584;mso-position-horizontal-relative:page;mso-position-vertical-relative:page" coordorigin="13360,3830" coordsize="1965,180">
            <v:oval id="_x0000_s1787" style="position:absolute;left:15145;top:3830;width:180;height:180" filled="f" fillcolor="#fc9" strokecolor="white" strokeweight="1pt"/>
            <v:oval id="_x0000_s1788" style="position:absolute;left:14785;top:3830;width:180;height:180" filled="f" fillcolor="#fc9" strokecolor="white" strokeweight="1pt"/>
            <v:oval id="_x0000_s1789" style="position:absolute;left:14425;top:3830;width:180;height:180" filled="f" fillcolor="#fc9" strokecolor="white" strokeweight="1pt"/>
            <v:oval id="_x0000_s1790" style="position:absolute;left:14080;top:3830;width:180;height:180" filled="f" fillcolor="#fc9" strokecolor="white" strokeweight="1pt"/>
            <v:oval id="_x0000_s1791" style="position:absolute;left:13720;top:3830;width:180;height:180" filled="f" fillcolor="#fc9" strokecolor="white" strokeweight="1pt"/>
            <v:oval id="_x0000_s1792" style="position:absolute;left:13360;top:3830;width:180;height:180" filled="f" fillcolor="#fc9" strokecolor="white" strokeweight="1pt"/>
            <w10:wrap anchorx="page" anchory="page"/>
          </v:group>
        </w:pict>
      </w:r>
      <w:r w:rsidR="00E455C6">
        <w:rPr>
          <w:noProof/>
        </w:rPr>
        <w:pict>
          <v:group id="_x0000_s1768" style="position:absolute;margin-left:666pt;margin-top:60.45pt;width:98.25pt;height:9pt;z-index:251650560;mso-position-horizontal-relative:page;mso-position-vertical-relative:page" coordorigin="13360,3830" coordsize="1965,180">
            <v:oval id="_x0000_s1769" style="position:absolute;left:15145;top:3830;width:180;height:180" filled="f" fillcolor="#fc9" strokecolor="white" strokeweight="1pt"/>
            <v:oval id="_x0000_s1770" style="position:absolute;left:14785;top:3830;width:180;height:180" filled="f" fillcolor="#fc9" strokecolor="white" strokeweight="1pt"/>
            <v:oval id="_x0000_s1771" style="position:absolute;left:14425;top:3830;width:180;height:180" filled="f" fillcolor="#fc9" strokecolor="white" strokeweight="1pt"/>
            <v:oval id="_x0000_s1772" style="position:absolute;left:14080;top:3830;width:180;height:180" filled="f" fillcolor="#fc9" strokecolor="white" strokeweight="1pt"/>
            <v:oval id="_x0000_s1773" style="position:absolute;left:13720;top:3830;width:180;height:180" filled="f" fillcolor="#fc9" strokecolor="white" strokeweight="1pt"/>
            <v:oval id="_x0000_s1774" style="position:absolute;left:13360;top:3830;width:180;height:180" filled="f" fillcolor="#fc9" strokecolor="white" strokeweight="1pt"/>
            <w10:wrap anchorx="page" anchory="page"/>
          </v:group>
        </w:pict>
      </w:r>
      <w:r w:rsidR="003D7595">
        <w:rPr>
          <w:noProof/>
        </w:rPr>
        <w:pict>
          <v:group id="_x0000_s1614" style="position:absolute;margin-left:-37.35pt;margin-top:518.35pt;width:760.5pt;height:36.25pt;z-index:251647488" coordorigin="101,11285" coordsize="15210,725">
            <v:oval id="_x0000_s1615" style="position:absolute;left:13436;top:11285;width:480;height:480" filled="f" strokecolor="white" strokeweight="1.25pt"/>
            <v:oval id="_x0000_s1616" style="position:absolute;left:13901;top:11290;width:480;height:480" filled="f" strokecolor="white" strokeweight="1.25pt"/>
            <v:oval id="_x0000_s1617" style="position:absolute;left:14366;top:11285;width:480;height:480" filled="f" strokecolor="white" strokeweight="1.25pt"/>
            <v:oval id="_x0000_s1618" style="position:absolute;left:14831;top:11290;width:480;height:480" filled="f" strokecolor="white" strokeweight="1.25pt"/>
            <v:oval id="_x0000_s1619" style="position:absolute;left:11561;top:11285;width:480;height:480" filled="f" strokecolor="white" strokeweight="1.25pt"/>
            <v:oval id="_x0000_s1620" style="position:absolute;left:12026;top:11290;width:480;height:480" filled="f" strokecolor="white" strokeweight="1.25pt"/>
            <v:oval id="_x0000_s1621" style="position:absolute;left:12491;top:11285;width:480;height:480" filled="f" strokecolor="white" strokeweight="1.25pt"/>
            <v:oval id="_x0000_s1622" style="position:absolute;left:12956;top:11290;width:480;height:480" filled="f" strokecolor="white" strokeweight="1.25pt"/>
            <v:oval id="_x0000_s1623" style="position:absolute;left:9686;top:11285;width:480;height:480" filled="f" strokecolor="white" strokeweight="1.25pt"/>
            <v:oval id="_x0000_s1624" style="position:absolute;left:10151;top:11290;width:480;height:480" filled="f" strokecolor="white" strokeweight="1.25pt"/>
            <v:oval id="_x0000_s1625" style="position:absolute;left:10616;top:11285;width:480;height:480" filled="f" strokecolor="white" strokeweight="1.25pt"/>
            <v:oval id="_x0000_s1626" style="position:absolute;left:11081;top:11290;width:480;height:480" filled="f" strokecolor="white" strokeweight="1.25pt"/>
            <v:oval id="_x0000_s1627" style="position:absolute;left:7811;top:11285;width:480;height:480" filled="f" strokecolor="white" strokeweight="1.25pt"/>
            <v:oval id="_x0000_s1628" style="position:absolute;left:8276;top:11290;width:480;height:480" filled="f" strokecolor="white" strokeweight="1.25pt"/>
            <v:oval id="_x0000_s1629" style="position:absolute;left:8741;top:11285;width:480;height:480" filled="f" strokecolor="white" strokeweight="1.25pt"/>
            <v:oval id="_x0000_s1630" style="position:absolute;left:9206;top:11290;width:480;height:480" filled="f" strokecolor="white" strokeweight="1.25pt"/>
            <v:oval id="_x0000_s1631" style="position:absolute;left:5951;top:11285;width:480;height:480" filled="f" strokecolor="white" strokeweight="1.25pt"/>
            <v:oval id="_x0000_s1632" style="position:absolute;left:6416;top:11290;width:480;height:480" filled="f" strokecolor="white" strokeweight="1.25pt"/>
            <v:oval id="_x0000_s1633" style="position:absolute;left:6881;top:11285;width:480;height:480" filled="f" strokecolor="white" strokeweight="1.25pt"/>
            <v:oval id="_x0000_s1634" style="position:absolute;left:7346;top:11290;width:480;height:480" filled="f" strokecolor="white" strokeweight="1.25pt"/>
            <v:oval id="_x0000_s1635" style="position:absolute;left:4076;top:11285;width:480;height:480" filled="f" strokecolor="white" strokeweight="1.25pt"/>
            <v:oval id="_x0000_s1636" style="position:absolute;left:4541;top:11290;width:480;height:480" filled="f" strokecolor="white" strokeweight="1.25pt"/>
            <v:oval id="_x0000_s1637" style="position:absolute;left:5006;top:11285;width:480;height:480" filled="f" strokecolor="white" strokeweight="1.25pt"/>
            <v:oval id="_x0000_s1638" style="position:absolute;left:5471;top:11290;width:480;height:480" filled="f" strokecolor="white" strokeweight="1.25pt"/>
            <v:oval id="_x0000_s1639" style="position:absolute;left:8051;top:11525;width:480;height:480" filled="f" strokecolor="white" strokeweight="1.25pt"/>
            <v:oval id="_x0000_s1640" style="position:absolute;left:6191;top:11525;width:480;height:480" filled="f" strokecolor="white" strokeweight="1.25pt"/>
            <v:oval id="_x0000_s1641" style="position:absolute;left:6656;top:11530;width:480;height:480" filled="f" strokecolor="white" strokeweight="1.25pt"/>
            <v:oval id="_x0000_s1642" style="position:absolute;left:7121;top:11525;width:480;height:480" filled="f" strokecolor="white" strokeweight="1.25pt"/>
            <v:oval id="_x0000_s1643" style="position:absolute;left:7586;top:11530;width:480;height:480" filled="f" strokecolor="white" strokeweight="1.25pt"/>
            <v:oval id="_x0000_s1644" style="position:absolute;left:4316;top:11525;width:480;height:480" filled="f" strokecolor="white" strokeweight="1.25pt"/>
            <v:oval id="_x0000_s1645" style="position:absolute;left:4781;top:11530;width:480;height:480" filled="f" strokecolor="white" strokeweight="1.25pt"/>
            <v:oval id="_x0000_s1646" style="position:absolute;left:5246;top:11525;width:480;height:480" filled="f" strokecolor="white" strokeweight="1.25pt"/>
            <v:oval id="_x0000_s1647" style="position:absolute;left:5711;top:11530;width:480;height:480" filled="f" strokecolor="white" strokeweight="1.25pt"/>
            <v:oval id="_x0000_s1648" style="position:absolute;left:13676;top:11525;width:480;height:480" filled="f" strokecolor="white" strokeweight="1.25pt"/>
            <v:oval id="_x0000_s1649" style="position:absolute;left:14141;top:11530;width:480;height:480" filled="f" strokecolor="white" strokeweight="1.25pt"/>
            <v:oval id="_x0000_s1650" style="position:absolute;left:14606;top:11525;width:480;height:480" filled="f" strokecolor="white" strokeweight="1.25pt"/>
            <v:oval id="_x0000_s1651" style="position:absolute;left:11801;top:11525;width:480;height:480" filled="f" strokecolor="white" strokeweight="1.25pt"/>
            <v:oval id="_x0000_s1652" style="position:absolute;left:12266;top:11530;width:480;height:480" filled="f" strokecolor="white" strokeweight="1.25pt"/>
            <v:oval id="_x0000_s1653" style="position:absolute;left:12731;top:11525;width:480;height:480" filled="f" strokecolor="white" strokeweight="1.25pt"/>
            <v:oval id="_x0000_s1654" style="position:absolute;left:13196;top:11530;width:480;height:480" filled="f" strokecolor="white" strokeweight="1.25pt"/>
            <v:oval id="_x0000_s1655" style="position:absolute;left:9926;top:11525;width:480;height:480" filled="f" strokecolor="white" strokeweight="1.25pt"/>
            <v:oval id="_x0000_s1656" style="position:absolute;left:10391;top:11530;width:480;height:480" filled="f" strokecolor="white" strokeweight="1.25pt"/>
            <v:oval id="_x0000_s1657" style="position:absolute;left:10856;top:11525;width:480;height:480" filled="f" strokecolor="white" strokeweight="1.25pt"/>
            <v:oval id="_x0000_s1658" style="position:absolute;left:11321;top:11530;width:480;height:480" filled="f" strokecolor="white" strokeweight="1.25pt"/>
            <v:oval id="_x0000_s1659" style="position:absolute;left:9446;top:11530;width:480;height:480" filled="f" strokecolor="white" strokeweight="1.25pt"/>
            <v:oval id="_x0000_s1660" style="position:absolute;left:8991;top:11525;width:480;height:480" filled="f" strokecolor="white" strokeweight="1.25pt"/>
            <v:oval id="_x0000_s1661" style="position:absolute;left:8511;top:11530;width:480;height:480" filled="f" strokecolor="white" strokeweight="1.25pt"/>
            <v:oval id="_x0000_s1662" style="position:absolute;left:3596;top:11290;width:480;height:480" filled="f" strokecolor="white" strokeweight="1.25pt"/>
            <v:oval id="_x0000_s1663" style="position:absolute;left:1736;top:11290;width:480;height:480" filled="f" strokecolor="white" strokeweight="1.25pt"/>
            <v:oval id="_x0000_s1664" style="position:absolute;left:2666;top:11290;width:480;height:480" filled="f" strokecolor="white" strokeweight="1.25pt"/>
            <v:oval id="_x0000_s1665" style="position:absolute;left:791;top:11290;width:480;height:480" filled="f" strokecolor="white" strokeweight="1.25pt"/>
            <v:oval id="_x0000_s1666" style="position:absolute;left:3371;top:11525;width:480;height:480" filled="f" strokecolor="white" strokeweight="1.25pt"/>
            <v:oval id="_x0000_s1667" style="position:absolute;left:1511;top:11525;width:480;height:480" filled="f" strokecolor="white" strokeweight="1.25pt"/>
            <v:oval id="_x0000_s1668" style="position:absolute;left:1976;top:11530;width:480;height:480" filled="f" strokecolor="white" strokeweight="1.25pt"/>
            <v:oval id="_x0000_s1669" style="position:absolute;left:2441;top:11525;width:480;height:480" filled="f" strokecolor="white" strokeweight="1.25pt"/>
            <v:oval id="_x0000_s1670" style="position:absolute;left:2906;top:11530;width:480;height:480" filled="f" strokecolor="white" strokeweight="1.25pt"/>
            <v:oval id="_x0000_s1671" style="position:absolute;left:101;top:11530;width:480;height:480" filled="f" strokecolor="white" strokeweight="1.25pt"/>
            <v:oval id="_x0000_s1672" style="position:absolute;left:566;top:11525;width:480;height:480" filled="f" strokecolor="white" strokeweight="1.25pt"/>
            <v:oval id="_x0000_s1673" style="position:absolute;left:1031;top:11530;width:480;height:480" filled="f" strokecolor="white" strokeweight="1.25pt"/>
            <v:oval id="_x0000_s1674" style="position:absolute;left:4311;top:11525;width:480;height:480" filled="f" strokecolor="white" strokeweight="1.25pt"/>
            <v:oval id="_x0000_s1675" style="position:absolute;left:3831;top:11530;width:480;height:480" filled="f" strokecolor="white" strokeweight="1.25pt"/>
            <v:oval id="_x0000_s1676" style="position:absolute;left:296;top:11335;width:480;height:480" filled="f" strokecolor="white" strokeweight="1.25pt"/>
            <v:oval id="_x0000_s1677" style="position:absolute;left:1271;top:11290;width:480;height:480" filled="f" strokecolor="white" strokeweight="1.25pt"/>
            <v:oval id="_x0000_s1678" style="position:absolute;left:2201;top:11305;width:480;height:480" filled="f" strokecolor="white" strokeweight="1.25pt"/>
            <v:oval id="_x0000_s1679" style="position:absolute;left:3131;top:11305;width:480;height:480" filled="f" strokecolor="white" strokeweight="1.25pt"/>
          </v:group>
        </w:pict>
      </w:r>
    </w:p>
    <w:sectPr w:rsidR="00051AEB" w:rsidRPr="004341E7" w:rsidSect="00D53AC3">
      <w:type w:val="continuous"/>
      <w:pgSz w:w="15840" w:h="12240" w:orient="landscape" w:code="1"/>
      <w:pgMar w:top="1008" w:right="1008" w:bottom="1008" w:left="1008" w:header="720" w:footer="720" w:gutter="0"/>
      <w:cols w:num="3" w:space="720"/>
      <w:docGrid w:linePitch="2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Elephant">
    <w:panose1 w:val="0202090409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F86C568"/>
    <w:lvl w:ilvl="0">
      <w:start w:val="1"/>
      <w:numFmt w:val="decimal"/>
      <w:lvlText w:val="%1."/>
      <w:lvlJc w:val="left"/>
      <w:pPr>
        <w:tabs>
          <w:tab w:val="num" w:pos="360"/>
        </w:tabs>
        <w:ind w:left="360" w:hanging="360"/>
      </w:pPr>
    </w:lvl>
  </w:abstractNum>
  <w:abstractNum w:abstractNumId="1">
    <w:nsid w:val="02AD65FE"/>
    <w:multiLevelType w:val="hybridMultilevel"/>
    <w:tmpl w:val="B0B82F52"/>
    <w:lvl w:ilvl="0" w:tplc="9DCC1A26">
      <w:start w:val="1"/>
      <w:numFmt w:val="decimal"/>
      <w:pStyle w:val="List"/>
      <w:lvlText w:val="%1."/>
      <w:lvlJc w:val="left"/>
      <w:pPr>
        <w:tabs>
          <w:tab w:val="num" w:pos="720"/>
        </w:tabs>
        <w:ind w:left="720" w:hanging="432"/>
      </w:pPr>
      <w:rPr>
        <w:rFonts w:hint="default"/>
        <w:color w:val="FF660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DC039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C691078"/>
    <w:multiLevelType w:val="multilevel"/>
    <w:tmpl w:val="415CEF08"/>
    <w:lvl w:ilvl="0">
      <w:start w:val="1"/>
      <w:numFmt w:val="bullet"/>
      <w:lvlText w:val=""/>
      <w:lvlJc w:val="left"/>
      <w:pPr>
        <w:tabs>
          <w:tab w:val="num" w:pos="792"/>
        </w:tabs>
        <w:ind w:left="792" w:hanging="360"/>
      </w:pPr>
      <w:rPr>
        <w:rFonts w:ascii="Symbol" w:hAnsi="Symbol" w:hint="default"/>
        <w:color w:val="FF6600"/>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2635D59"/>
    <w:multiLevelType w:val="multilevel"/>
    <w:tmpl w:val="9BFCA4A0"/>
    <w:lvl w:ilvl="0">
      <w:start w:val="1"/>
      <w:numFmt w:val="decimal"/>
      <w:lvlText w:val="%1."/>
      <w:lvlJc w:val="left"/>
      <w:pPr>
        <w:tabs>
          <w:tab w:val="num" w:pos="720"/>
        </w:tabs>
        <w:ind w:left="720" w:hanging="432"/>
      </w:pPr>
      <w:rPr>
        <w:rFonts w:hint="default"/>
        <w:color w:val="FF6600"/>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5B84D5E"/>
    <w:multiLevelType w:val="multilevel"/>
    <w:tmpl w:val="C8002106"/>
    <w:lvl w:ilvl="0">
      <w:start w:val="1"/>
      <w:numFmt w:val="bullet"/>
      <w:lvlText w:val=""/>
      <w:lvlJc w:val="left"/>
      <w:pPr>
        <w:tabs>
          <w:tab w:val="num" w:pos="792"/>
        </w:tabs>
        <w:ind w:left="792" w:hanging="360"/>
      </w:pPr>
      <w:rPr>
        <w:rFonts w:ascii="Symbol" w:hAnsi="Symbol" w:hint="default"/>
        <w:color w:val="333399"/>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30294C4F"/>
    <w:multiLevelType w:val="multilevel"/>
    <w:tmpl w:val="23E46704"/>
    <w:lvl w:ilvl="0">
      <w:start w:val="1"/>
      <w:numFmt w:val="bullet"/>
      <w:lvlText w:val=""/>
      <w:lvlJc w:val="left"/>
      <w:pPr>
        <w:tabs>
          <w:tab w:val="num" w:pos="792"/>
        </w:tabs>
        <w:ind w:left="792" w:hanging="360"/>
      </w:pPr>
      <w:rPr>
        <w:rFonts w:ascii="Symbol" w:hAnsi="Symbol" w:hint="default"/>
        <w:color w:val="333399"/>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307C51F6"/>
    <w:multiLevelType w:val="multilevel"/>
    <w:tmpl w:val="D93ED8F4"/>
    <w:lvl w:ilvl="0">
      <w:start w:val="1"/>
      <w:numFmt w:val="bullet"/>
      <w:lvlText w:val=""/>
      <w:lvlJc w:val="left"/>
      <w:pPr>
        <w:tabs>
          <w:tab w:val="num" w:pos="792"/>
        </w:tabs>
        <w:ind w:left="792" w:hanging="360"/>
      </w:pPr>
      <w:rPr>
        <w:rFonts w:ascii="Symbol" w:hAnsi="Symbol" w:hint="default"/>
        <w:color w:val="FFFFFF"/>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58D1688"/>
    <w:multiLevelType w:val="multilevel"/>
    <w:tmpl w:val="3ECEBE66"/>
    <w:lvl w:ilvl="0">
      <w:start w:val="1"/>
      <w:numFmt w:val="bullet"/>
      <w:lvlText w:val=""/>
      <w:lvlJc w:val="left"/>
      <w:pPr>
        <w:tabs>
          <w:tab w:val="num" w:pos="792"/>
        </w:tabs>
        <w:ind w:left="792" w:hanging="360"/>
      </w:pPr>
      <w:rPr>
        <w:rFonts w:ascii="Symbol" w:hAnsi="Symbol" w:hint="default"/>
        <w:color w:val="333399"/>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1D7231A"/>
    <w:multiLevelType w:val="multilevel"/>
    <w:tmpl w:val="3E0EFAA8"/>
    <w:lvl w:ilvl="0">
      <w:start w:val="1"/>
      <w:numFmt w:val="bullet"/>
      <w:lvlText w:val=""/>
      <w:lvlJc w:val="left"/>
      <w:pPr>
        <w:tabs>
          <w:tab w:val="num" w:pos="792"/>
        </w:tabs>
        <w:ind w:left="792" w:hanging="360"/>
      </w:pPr>
      <w:rPr>
        <w:rFonts w:ascii="Symbol" w:hAnsi="Symbol" w:hint="default"/>
        <w:color w:val="333399"/>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248022E"/>
    <w:multiLevelType w:val="multilevel"/>
    <w:tmpl w:val="BEB830F6"/>
    <w:lvl w:ilvl="0">
      <w:start w:val="1"/>
      <w:numFmt w:val="decimal"/>
      <w:lvlText w:val="%1."/>
      <w:lvlJc w:val="left"/>
      <w:pPr>
        <w:tabs>
          <w:tab w:val="num" w:pos="792"/>
        </w:tabs>
        <w:ind w:left="792" w:hanging="360"/>
      </w:pPr>
      <w:rPr>
        <w:rFonts w:hint="default"/>
        <w:color w:val="FF6600"/>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4A777A8F"/>
    <w:multiLevelType w:val="multilevel"/>
    <w:tmpl w:val="E87EE9BE"/>
    <w:lvl w:ilvl="0">
      <w:numFmt w:val="bullet"/>
      <w:lvlText w:val=""/>
      <w:lvlJc w:val="left"/>
      <w:pPr>
        <w:tabs>
          <w:tab w:val="num" w:pos="792"/>
        </w:tabs>
        <w:ind w:left="792" w:hanging="360"/>
      </w:pPr>
      <w:rPr>
        <w:rFonts w:ascii="Symbol" w:eastAsia="Times New Roman" w:hAnsi="Symbol" w:cs="Times New Roman"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4FD84D7B"/>
    <w:multiLevelType w:val="hybridMultilevel"/>
    <w:tmpl w:val="51AEF598"/>
    <w:lvl w:ilvl="0" w:tplc="0409000F">
      <w:start w:val="1"/>
      <w:numFmt w:val="decimal"/>
      <w:lvlText w:val="%1."/>
      <w:lvlJc w:val="left"/>
      <w:pPr>
        <w:tabs>
          <w:tab w:val="num" w:pos="1008"/>
        </w:tabs>
        <w:ind w:left="1008" w:hanging="360"/>
      </w:pPr>
    </w:lvl>
    <w:lvl w:ilvl="1" w:tplc="04090019" w:tentative="1">
      <w:start w:val="1"/>
      <w:numFmt w:val="lowerLetter"/>
      <w:lvlText w:val="%2."/>
      <w:lvlJc w:val="left"/>
      <w:pPr>
        <w:tabs>
          <w:tab w:val="num" w:pos="1728"/>
        </w:tabs>
        <w:ind w:left="1728" w:hanging="360"/>
      </w:pPr>
    </w:lvl>
    <w:lvl w:ilvl="2" w:tplc="0409001B" w:tentative="1">
      <w:start w:val="1"/>
      <w:numFmt w:val="lowerRoman"/>
      <w:lvlText w:val="%3."/>
      <w:lvlJc w:val="right"/>
      <w:pPr>
        <w:tabs>
          <w:tab w:val="num" w:pos="2448"/>
        </w:tabs>
        <w:ind w:left="2448" w:hanging="180"/>
      </w:pPr>
    </w:lvl>
    <w:lvl w:ilvl="3" w:tplc="0409000F" w:tentative="1">
      <w:start w:val="1"/>
      <w:numFmt w:val="decimal"/>
      <w:lvlText w:val="%4."/>
      <w:lvlJc w:val="left"/>
      <w:pPr>
        <w:tabs>
          <w:tab w:val="num" w:pos="3168"/>
        </w:tabs>
        <w:ind w:left="3168" w:hanging="360"/>
      </w:pPr>
    </w:lvl>
    <w:lvl w:ilvl="4" w:tplc="04090019" w:tentative="1">
      <w:start w:val="1"/>
      <w:numFmt w:val="lowerLetter"/>
      <w:lvlText w:val="%5."/>
      <w:lvlJc w:val="left"/>
      <w:pPr>
        <w:tabs>
          <w:tab w:val="num" w:pos="3888"/>
        </w:tabs>
        <w:ind w:left="3888" w:hanging="360"/>
      </w:pPr>
    </w:lvl>
    <w:lvl w:ilvl="5" w:tplc="0409001B" w:tentative="1">
      <w:start w:val="1"/>
      <w:numFmt w:val="lowerRoman"/>
      <w:lvlText w:val="%6."/>
      <w:lvlJc w:val="right"/>
      <w:pPr>
        <w:tabs>
          <w:tab w:val="num" w:pos="4608"/>
        </w:tabs>
        <w:ind w:left="4608" w:hanging="180"/>
      </w:pPr>
    </w:lvl>
    <w:lvl w:ilvl="6" w:tplc="0409000F" w:tentative="1">
      <w:start w:val="1"/>
      <w:numFmt w:val="decimal"/>
      <w:lvlText w:val="%7."/>
      <w:lvlJc w:val="left"/>
      <w:pPr>
        <w:tabs>
          <w:tab w:val="num" w:pos="5328"/>
        </w:tabs>
        <w:ind w:left="5328" w:hanging="360"/>
      </w:pPr>
    </w:lvl>
    <w:lvl w:ilvl="7" w:tplc="04090019" w:tentative="1">
      <w:start w:val="1"/>
      <w:numFmt w:val="lowerLetter"/>
      <w:lvlText w:val="%8."/>
      <w:lvlJc w:val="left"/>
      <w:pPr>
        <w:tabs>
          <w:tab w:val="num" w:pos="6048"/>
        </w:tabs>
        <w:ind w:left="6048" w:hanging="360"/>
      </w:pPr>
    </w:lvl>
    <w:lvl w:ilvl="8" w:tplc="0409001B" w:tentative="1">
      <w:start w:val="1"/>
      <w:numFmt w:val="lowerRoman"/>
      <w:lvlText w:val="%9."/>
      <w:lvlJc w:val="right"/>
      <w:pPr>
        <w:tabs>
          <w:tab w:val="num" w:pos="6768"/>
        </w:tabs>
        <w:ind w:left="6768" w:hanging="180"/>
      </w:pPr>
    </w:lvl>
  </w:abstractNum>
  <w:abstractNum w:abstractNumId="13">
    <w:nsid w:val="69A234A7"/>
    <w:multiLevelType w:val="singleLevel"/>
    <w:tmpl w:val="5C60431C"/>
    <w:lvl w:ilvl="0">
      <w:start w:val="1"/>
      <w:numFmt w:val="decimal"/>
      <w:lvlText w:val="%1."/>
      <w:legacy w:legacy="1" w:legacySpace="0" w:legacyIndent="240"/>
      <w:lvlJc w:val="left"/>
      <w:rPr>
        <w:rFonts w:ascii="Courier" w:hAnsi="Courier" w:hint="default"/>
        <w:b/>
        <w:i w:val="0"/>
        <w:sz w:val="24"/>
      </w:rPr>
    </w:lvl>
  </w:abstractNum>
  <w:abstractNum w:abstractNumId="14">
    <w:nsid w:val="73BF39EB"/>
    <w:multiLevelType w:val="hybridMultilevel"/>
    <w:tmpl w:val="3DD80B6C"/>
    <w:lvl w:ilvl="0" w:tplc="0409000F">
      <w:start w:val="1"/>
      <w:numFmt w:val="decimal"/>
      <w:lvlText w:val="%1."/>
      <w:lvlJc w:val="left"/>
      <w:pPr>
        <w:tabs>
          <w:tab w:val="num" w:pos="1008"/>
        </w:tabs>
        <w:ind w:left="1008" w:hanging="360"/>
      </w:pPr>
    </w:lvl>
    <w:lvl w:ilvl="1" w:tplc="04090019" w:tentative="1">
      <w:start w:val="1"/>
      <w:numFmt w:val="lowerLetter"/>
      <w:lvlText w:val="%2."/>
      <w:lvlJc w:val="left"/>
      <w:pPr>
        <w:tabs>
          <w:tab w:val="num" w:pos="1728"/>
        </w:tabs>
        <w:ind w:left="1728" w:hanging="360"/>
      </w:pPr>
    </w:lvl>
    <w:lvl w:ilvl="2" w:tplc="0409001B" w:tentative="1">
      <w:start w:val="1"/>
      <w:numFmt w:val="lowerRoman"/>
      <w:lvlText w:val="%3."/>
      <w:lvlJc w:val="right"/>
      <w:pPr>
        <w:tabs>
          <w:tab w:val="num" w:pos="2448"/>
        </w:tabs>
        <w:ind w:left="2448" w:hanging="180"/>
      </w:pPr>
    </w:lvl>
    <w:lvl w:ilvl="3" w:tplc="0409000F" w:tentative="1">
      <w:start w:val="1"/>
      <w:numFmt w:val="decimal"/>
      <w:lvlText w:val="%4."/>
      <w:lvlJc w:val="left"/>
      <w:pPr>
        <w:tabs>
          <w:tab w:val="num" w:pos="3168"/>
        </w:tabs>
        <w:ind w:left="3168" w:hanging="360"/>
      </w:pPr>
    </w:lvl>
    <w:lvl w:ilvl="4" w:tplc="04090019" w:tentative="1">
      <w:start w:val="1"/>
      <w:numFmt w:val="lowerLetter"/>
      <w:lvlText w:val="%5."/>
      <w:lvlJc w:val="left"/>
      <w:pPr>
        <w:tabs>
          <w:tab w:val="num" w:pos="3888"/>
        </w:tabs>
        <w:ind w:left="3888" w:hanging="360"/>
      </w:pPr>
    </w:lvl>
    <w:lvl w:ilvl="5" w:tplc="0409001B" w:tentative="1">
      <w:start w:val="1"/>
      <w:numFmt w:val="lowerRoman"/>
      <w:lvlText w:val="%6."/>
      <w:lvlJc w:val="right"/>
      <w:pPr>
        <w:tabs>
          <w:tab w:val="num" w:pos="4608"/>
        </w:tabs>
        <w:ind w:left="4608" w:hanging="180"/>
      </w:pPr>
    </w:lvl>
    <w:lvl w:ilvl="6" w:tplc="0409000F" w:tentative="1">
      <w:start w:val="1"/>
      <w:numFmt w:val="decimal"/>
      <w:lvlText w:val="%7."/>
      <w:lvlJc w:val="left"/>
      <w:pPr>
        <w:tabs>
          <w:tab w:val="num" w:pos="5328"/>
        </w:tabs>
        <w:ind w:left="5328" w:hanging="360"/>
      </w:pPr>
    </w:lvl>
    <w:lvl w:ilvl="7" w:tplc="04090019" w:tentative="1">
      <w:start w:val="1"/>
      <w:numFmt w:val="lowerLetter"/>
      <w:lvlText w:val="%8."/>
      <w:lvlJc w:val="left"/>
      <w:pPr>
        <w:tabs>
          <w:tab w:val="num" w:pos="6048"/>
        </w:tabs>
        <w:ind w:left="6048" w:hanging="360"/>
      </w:pPr>
    </w:lvl>
    <w:lvl w:ilvl="8" w:tplc="0409001B" w:tentative="1">
      <w:start w:val="1"/>
      <w:numFmt w:val="lowerRoman"/>
      <w:lvlText w:val="%9."/>
      <w:lvlJc w:val="right"/>
      <w:pPr>
        <w:tabs>
          <w:tab w:val="num" w:pos="6768"/>
        </w:tabs>
        <w:ind w:left="6768" w:hanging="180"/>
      </w:pPr>
    </w:lvl>
  </w:abstractNum>
  <w:abstractNum w:abstractNumId="15">
    <w:nsid w:val="74193BCE"/>
    <w:multiLevelType w:val="singleLevel"/>
    <w:tmpl w:val="5C60431C"/>
    <w:lvl w:ilvl="0">
      <w:start w:val="1"/>
      <w:numFmt w:val="decimal"/>
      <w:lvlText w:val="%1."/>
      <w:legacy w:legacy="1" w:legacySpace="0" w:legacyIndent="240"/>
      <w:lvlJc w:val="left"/>
      <w:rPr>
        <w:rFonts w:ascii="Courier" w:hAnsi="Courier" w:hint="default"/>
        <w:b/>
        <w:i w:val="0"/>
        <w:sz w:val="24"/>
      </w:rPr>
    </w:lvl>
  </w:abstractNum>
  <w:num w:numId="1">
    <w:abstractNumId w:val="1"/>
  </w:num>
  <w:num w:numId="2">
    <w:abstractNumId w:val="2"/>
  </w:num>
  <w:num w:numId="3">
    <w:abstractNumId w:val="11"/>
  </w:num>
  <w:num w:numId="4">
    <w:abstractNumId w:val="7"/>
  </w:num>
  <w:num w:numId="5">
    <w:abstractNumId w:val="6"/>
  </w:num>
  <w:num w:numId="6">
    <w:abstractNumId w:val="5"/>
  </w:num>
  <w:num w:numId="7">
    <w:abstractNumId w:val="9"/>
  </w:num>
  <w:num w:numId="8">
    <w:abstractNumId w:val="8"/>
  </w:num>
  <w:num w:numId="9">
    <w:abstractNumId w:val="0"/>
  </w:num>
  <w:num w:numId="10">
    <w:abstractNumId w:val="13"/>
  </w:num>
  <w:num w:numId="11">
    <w:abstractNumId w:val="3"/>
  </w:num>
  <w:num w:numId="12">
    <w:abstractNumId w:val="15"/>
  </w:num>
  <w:num w:numId="13">
    <w:abstractNumId w:val="10"/>
  </w:num>
  <w:num w:numId="14">
    <w:abstractNumId w:val="14"/>
  </w:num>
  <w:num w:numId="15">
    <w:abstractNumId w:val="12"/>
  </w:num>
  <w:num w:numId="16">
    <w:abstractNumId w:val="4"/>
  </w:num>
  <w:num w:numId="17">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isplayBackgroundShape/>
  <w:attachedTemplate r:id="rId1"/>
  <w:stylePaneFormatFilter w:val="3F01"/>
  <w:defaultTabStop w:val="720"/>
  <w:drawingGridHorizontalSpacing w:val="78"/>
  <w:drawingGridVerticalSpacing w:val="106"/>
  <w:displayHorizontalDrawingGridEvery w:val="0"/>
  <w:displayVerticalDrawingGridEvery w:val="2"/>
  <w:noPunctuationKerning/>
  <w:characterSpacingControl w:val="doNotCompress"/>
  <w:compat/>
  <w:rsids>
    <w:rsidRoot w:val="00A52123"/>
    <w:rsid w:val="00004619"/>
    <w:rsid w:val="00005091"/>
    <w:rsid w:val="00005740"/>
    <w:rsid w:val="00051AEB"/>
    <w:rsid w:val="000541DD"/>
    <w:rsid w:val="00064089"/>
    <w:rsid w:val="000844FB"/>
    <w:rsid w:val="000A4144"/>
    <w:rsid w:val="000C4E9A"/>
    <w:rsid w:val="000C6958"/>
    <w:rsid w:val="000D3E07"/>
    <w:rsid w:val="000D5EE8"/>
    <w:rsid w:val="000F41B5"/>
    <w:rsid w:val="00107B10"/>
    <w:rsid w:val="001340BB"/>
    <w:rsid w:val="001432E6"/>
    <w:rsid w:val="001526AD"/>
    <w:rsid w:val="001614A5"/>
    <w:rsid w:val="00191CC8"/>
    <w:rsid w:val="001A5D1F"/>
    <w:rsid w:val="001B11B1"/>
    <w:rsid w:val="001B734D"/>
    <w:rsid w:val="001C37F8"/>
    <w:rsid w:val="001C58A5"/>
    <w:rsid w:val="001E6502"/>
    <w:rsid w:val="00215114"/>
    <w:rsid w:val="00242515"/>
    <w:rsid w:val="002463EB"/>
    <w:rsid w:val="00257268"/>
    <w:rsid w:val="0026198F"/>
    <w:rsid w:val="00263097"/>
    <w:rsid w:val="00264EB8"/>
    <w:rsid w:val="002858E9"/>
    <w:rsid w:val="002907EC"/>
    <w:rsid w:val="002A1328"/>
    <w:rsid w:val="002B7CB4"/>
    <w:rsid w:val="002E0B17"/>
    <w:rsid w:val="0030433F"/>
    <w:rsid w:val="00311432"/>
    <w:rsid w:val="00320B3D"/>
    <w:rsid w:val="00335971"/>
    <w:rsid w:val="003371A3"/>
    <w:rsid w:val="003374E3"/>
    <w:rsid w:val="003433BE"/>
    <w:rsid w:val="00347370"/>
    <w:rsid w:val="0035356F"/>
    <w:rsid w:val="00361DCA"/>
    <w:rsid w:val="003722FF"/>
    <w:rsid w:val="00382459"/>
    <w:rsid w:val="00386BF3"/>
    <w:rsid w:val="003B534A"/>
    <w:rsid w:val="003C2C8D"/>
    <w:rsid w:val="003C3754"/>
    <w:rsid w:val="003C6F74"/>
    <w:rsid w:val="003D58BB"/>
    <w:rsid w:val="003D7595"/>
    <w:rsid w:val="003E6F76"/>
    <w:rsid w:val="00407D01"/>
    <w:rsid w:val="00417119"/>
    <w:rsid w:val="004260F4"/>
    <w:rsid w:val="004341E7"/>
    <w:rsid w:val="004370D9"/>
    <w:rsid w:val="00437BFF"/>
    <w:rsid w:val="004423B7"/>
    <w:rsid w:val="00461BDC"/>
    <w:rsid w:val="00481C84"/>
    <w:rsid w:val="00486E9E"/>
    <w:rsid w:val="004B3D95"/>
    <w:rsid w:val="004B5D2D"/>
    <w:rsid w:val="004B7180"/>
    <w:rsid w:val="004C1DC6"/>
    <w:rsid w:val="004D19B1"/>
    <w:rsid w:val="004F5BD1"/>
    <w:rsid w:val="004F658A"/>
    <w:rsid w:val="00506068"/>
    <w:rsid w:val="005063B3"/>
    <w:rsid w:val="0051564E"/>
    <w:rsid w:val="00517206"/>
    <w:rsid w:val="0053185C"/>
    <w:rsid w:val="00531D70"/>
    <w:rsid w:val="00534D51"/>
    <w:rsid w:val="00557A64"/>
    <w:rsid w:val="00565D15"/>
    <w:rsid w:val="00593785"/>
    <w:rsid w:val="005A2163"/>
    <w:rsid w:val="005A42F5"/>
    <w:rsid w:val="005E4259"/>
    <w:rsid w:val="005E49E4"/>
    <w:rsid w:val="00621AAF"/>
    <w:rsid w:val="006229A8"/>
    <w:rsid w:val="00627517"/>
    <w:rsid w:val="00637E48"/>
    <w:rsid w:val="0064297C"/>
    <w:rsid w:val="0064622B"/>
    <w:rsid w:val="00656926"/>
    <w:rsid w:val="0068190D"/>
    <w:rsid w:val="00691486"/>
    <w:rsid w:val="006A0095"/>
    <w:rsid w:val="006A59CF"/>
    <w:rsid w:val="006B13B6"/>
    <w:rsid w:val="006D02FE"/>
    <w:rsid w:val="006E5097"/>
    <w:rsid w:val="006F3067"/>
    <w:rsid w:val="006F4846"/>
    <w:rsid w:val="00705F1E"/>
    <w:rsid w:val="0072307A"/>
    <w:rsid w:val="00724E7C"/>
    <w:rsid w:val="00731EB3"/>
    <w:rsid w:val="007352E2"/>
    <w:rsid w:val="00746964"/>
    <w:rsid w:val="007564EF"/>
    <w:rsid w:val="00770B4B"/>
    <w:rsid w:val="00775D14"/>
    <w:rsid w:val="00791781"/>
    <w:rsid w:val="00797E44"/>
    <w:rsid w:val="007A1F58"/>
    <w:rsid w:val="007B47AA"/>
    <w:rsid w:val="007B7595"/>
    <w:rsid w:val="007C2885"/>
    <w:rsid w:val="007E59A9"/>
    <w:rsid w:val="007E59AB"/>
    <w:rsid w:val="007F6777"/>
    <w:rsid w:val="008250E8"/>
    <w:rsid w:val="008262EE"/>
    <w:rsid w:val="008369B3"/>
    <w:rsid w:val="00843F07"/>
    <w:rsid w:val="0084444B"/>
    <w:rsid w:val="008619C8"/>
    <w:rsid w:val="008713B9"/>
    <w:rsid w:val="008A44C8"/>
    <w:rsid w:val="008B6927"/>
    <w:rsid w:val="008C0FE8"/>
    <w:rsid w:val="008E56FA"/>
    <w:rsid w:val="008E7D7C"/>
    <w:rsid w:val="008F6DC1"/>
    <w:rsid w:val="00901EEA"/>
    <w:rsid w:val="009501D7"/>
    <w:rsid w:val="0098084E"/>
    <w:rsid w:val="00987E70"/>
    <w:rsid w:val="0099163D"/>
    <w:rsid w:val="009A6118"/>
    <w:rsid w:val="009A6D3C"/>
    <w:rsid w:val="009B61B1"/>
    <w:rsid w:val="009D0795"/>
    <w:rsid w:val="009E3BB3"/>
    <w:rsid w:val="00A03C51"/>
    <w:rsid w:val="00A25F74"/>
    <w:rsid w:val="00A52123"/>
    <w:rsid w:val="00A729AE"/>
    <w:rsid w:val="00A74D65"/>
    <w:rsid w:val="00A80ED2"/>
    <w:rsid w:val="00A9017F"/>
    <w:rsid w:val="00AA23E7"/>
    <w:rsid w:val="00AA3EEF"/>
    <w:rsid w:val="00AA5AAE"/>
    <w:rsid w:val="00AA67DF"/>
    <w:rsid w:val="00AF098E"/>
    <w:rsid w:val="00AF429E"/>
    <w:rsid w:val="00B34420"/>
    <w:rsid w:val="00B4601C"/>
    <w:rsid w:val="00B6621D"/>
    <w:rsid w:val="00B91865"/>
    <w:rsid w:val="00BA7D7E"/>
    <w:rsid w:val="00BB6602"/>
    <w:rsid w:val="00BD1B8D"/>
    <w:rsid w:val="00C10549"/>
    <w:rsid w:val="00C13EFB"/>
    <w:rsid w:val="00C167CF"/>
    <w:rsid w:val="00C52632"/>
    <w:rsid w:val="00C569B9"/>
    <w:rsid w:val="00C61D84"/>
    <w:rsid w:val="00C67399"/>
    <w:rsid w:val="00C72419"/>
    <w:rsid w:val="00C800E4"/>
    <w:rsid w:val="00C94188"/>
    <w:rsid w:val="00CB1107"/>
    <w:rsid w:val="00CB4ADB"/>
    <w:rsid w:val="00CB7C37"/>
    <w:rsid w:val="00CD1205"/>
    <w:rsid w:val="00CF2990"/>
    <w:rsid w:val="00D10FA9"/>
    <w:rsid w:val="00D226D3"/>
    <w:rsid w:val="00D24A77"/>
    <w:rsid w:val="00D269F4"/>
    <w:rsid w:val="00D3670C"/>
    <w:rsid w:val="00D36BB7"/>
    <w:rsid w:val="00D53AC3"/>
    <w:rsid w:val="00D56BCF"/>
    <w:rsid w:val="00D63E02"/>
    <w:rsid w:val="00D660BB"/>
    <w:rsid w:val="00D74DC9"/>
    <w:rsid w:val="00D77809"/>
    <w:rsid w:val="00D77D95"/>
    <w:rsid w:val="00D92602"/>
    <w:rsid w:val="00D96F5A"/>
    <w:rsid w:val="00DA5FFF"/>
    <w:rsid w:val="00DA6A16"/>
    <w:rsid w:val="00DB3407"/>
    <w:rsid w:val="00DC56A1"/>
    <w:rsid w:val="00DC7EC2"/>
    <w:rsid w:val="00DF3B40"/>
    <w:rsid w:val="00DF7621"/>
    <w:rsid w:val="00E2161D"/>
    <w:rsid w:val="00E223AE"/>
    <w:rsid w:val="00E26A4D"/>
    <w:rsid w:val="00E321FC"/>
    <w:rsid w:val="00E3321A"/>
    <w:rsid w:val="00E455C6"/>
    <w:rsid w:val="00E5558A"/>
    <w:rsid w:val="00E71401"/>
    <w:rsid w:val="00EA1F10"/>
    <w:rsid w:val="00EF098B"/>
    <w:rsid w:val="00EF156D"/>
    <w:rsid w:val="00EF2F90"/>
    <w:rsid w:val="00EF541D"/>
    <w:rsid w:val="00EF5A82"/>
    <w:rsid w:val="00F17619"/>
    <w:rsid w:val="00F32B72"/>
    <w:rsid w:val="00F418D0"/>
    <w:rsid w:val="00F43FE4"/>
    <w:rsid w:val="00F6250C"/>
    <w:rsid w:val="00F62F51"/>
    <w:rsid w:val="00F70D0F"/>
    <w:rsid w:val="00F72AA6"/>
    <w:rsid w:val="00F75D89"/>
    <w:rsid w:val="00F82F6D"/>
    <w:rsid w:val="00FB501C"/>
    <w:rsid w:val="00FD0170"/>
    <w:rsid w:val="00FE1149"/>
    <w:rsid w:val="00FE35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c9f">
      <v:stroke color="#c9f" weight="1.5pt"/>
      <o:colormru v:ext="edit" colors="#06c,#03c,#039,#98dccf,#9fd5c4"/>
      <o:colormenu v:ext="edit" fillcolor="none" strokecolor="none"/>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40BB"/>
    <w:pPr>
      <w:spacing w:before="80" w:after="200" w:line="360" w:lineRule="auto"/>
    </w:pPr>
    <w:rPr>
      <w:rFonts w:ascii="Maiandra GD" w:hAnsi="Maiandra GD"/>
      <w:color w:val="000000"/>
      <w:kern w:val="28"/>
      <w:sz w:val="18"/>
      <w:szCs w:val="18"/>
      <w:lang w:bidi="he-IL"/>
    </w:rPr>
  </w:style>
  <w:style w:type="paragraph" w:styleId="Heading1">
    <w:name w:val="heading 1"/>
    <w:next w:val="Heading2"/>
    <w:link w:val="Heading1Char"/>
    <w:qFormat/>
    <w:rsid w:val="000844FB"/>
    <w:pPr>
      <w:keepNext/>
      <w:spacing w:before="120" w:after="240" w:line="800" w:lineRule="exact"/>
      <w:jc w:val="right"/>
      <w:outlineLvl w:val="0"/>
    </w:pPr>
    <w:rPr>
      <w:rFonts w:ascii="Arial Black" w:hAnsi="Arial Black"/>
      <w:color w:val="FF6600"/>
      <w:kern w:val="28"/>
      <w:sz w:val="72"/>
      <w:szCs w:val="72"/>
    </w:rPr>
  </w:style>
  <w:style w:type="paragraph" w:styleId="Heading2">
    <w:name w:val="heading 2"/>
    <w:next w:val="Normal"/>
    <w:link w:val="Heading2Char"/>
    <w:qFormat/>
    <w:rsid w:val="00D77D95"/>
    <w:pPr>
      <w:spacing w:before="240" w:after="360"/>
      <w:outlineLvl w:val="1"/>
    </w:pPr>
    <w:rPr>
      <w:rFonts w:ascii="Arial Black" w:hAnsi="Arial Black" w:cs="Arial"/>
      <w:caps/>
      <w:color w:val="FF6600"/>
      <w:spacing w:val="15"/>
      <w:kern w:val="28"/>
      <w:sz w:val="28"/>
      <w:szCs w:val="28"/>
    </w:rPr>
  </w:style>
  <w:style w:type="paragraph" w:styleId="Heading3">
    <w:name w:val="heading 3"/>
    <w:next w:val="Normal"/>
    <w:link w:val="Heading3Char"/>
    <w:qFormat/>
    <w:rsid w:val="00E455C6"/>
    <w:pPr>
      <w:spacing w:before="480" w:after="240"/>
      <w:outlineLvl w:val="2"/>
    </w:pPr>
    <w:rPr>
      <w:rFonts w:ascii="Arial Black" w:hAnsi="Arial Black" w:cs="Arial"/>
      <w:caps/>
      <w:color w:val="FFFFFF"/>
      <w:spacing w:val="15"/>
      <w:kern w:val="28"/>
      <w:sz w:val="28"/>
      <w:szCs w:val="32"/>
    </w:rPr>
  </w:style>
  <w:style w:type="paragraph" w:styleId="Heading4">
    <w:name w:val="heading 4"/>
    <w:link w:val="Heading4Char"/>
    <w:qFormat/>
    <w:rsid w:val="0051564E"/>
    <w:pPr>
      <w:spacing w:before="240" w:after="120"/>
      <w:outlineLvl w:val="3"/>
    </w:pPr>
    <w:rPr>
      <w:rFonts w:ascii="Arial Black" w:hAnsi="Arial Black" w:cs="Arial"/>
      <w:caps/>
      <w:color w:val="FF6600"/>
      <w:spacing w:val="-5"/>
      <w:sz w:val="22"/>
      <w:szCs w:val="32"/>
    </w:rPr>
  </w:style>
  <w:style w:type="paragraph" w:styleId="Heading7">
    <w:name w:val="heading 7"/>
    <w:basedOn w:val="Normal"/>
    <w:next w:val="Normal"/>
    <w:qFormat/>
    <w:rsid w:val="001340BB"/>
    <w:pPr>
      <w:spacing w:before="240" w:after="60"/>
      <w:outlineLvl w:val="6"/>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link w:val="BodyTextChar"/>
    <w:rsid w:val="00D77D95"/>
    <w:pPr>
      <w:spacing w:after="240" w:line="240" w:lineRule="exact"/>
    </w:pPr>
    <w:rPr>
      <w:rFonts w:ascii="Arial" w:hAnsi="Arial" w:cs="Arial"/>
      <w:color w:val="FF6600"/>
      <w:spacing w:val="-5"/>
      <w:szCs w:val="22"/>
    </w:rPr>
  </w:style>
  <w:style w:type="character" w:customStyle="1" w:styleId="Heading1Char">
    <w:name w:val="Heading 1 Char"/>
    <w:basedOn w:val="DefaultParagraphFont"/>
    <w:link w:val="Heading1"/>
    <w:rsid w:val="000844FB"/>
    <w:rPr>
      <w:rFonts w:ascii="Arial Black" w:hAnsi="Arial Black"/>
      <w:color w:val="FF6600"/>
      <w:kern w:val="28"/>
      <w:sz w:val="72"/>
      <w:szCs w:val="72"/>
      <w:lang w:val="en-US" w:eastAsia="en-US" w:bidi="ar-SA"/>
    </w:rPr>
  </w:style>
  <w:style w:type="character" w:customStyle="1" w:styleId="Heading3Char">
    <w:name w:val="Heading 3 Char"/>
    <w:basedOn w:val="Heading1Char"/>
    <w:link w:val="Heading3"/>
    <w:rsid w:val="00E455C6"/>
    <w:rPr>
      <w:rFonts w:cs="Arial"/>
      <w:caps/>
      <w:color w:val="FFFFFF"/>
      <w:spacing w:val="15"/>
      <w:sz w:val="28"/>
      <w:szCs w:val="32"/>
    </w:rPr>
  </w:style>
  <w:style w:type="character" w:customStyle="1" w:styleId="Heading2Char">
    <w:name w:val="Heading 2 Char"/>
    <w:basedOn w:val="DefaultParagraphFont"/>
    <w:link w:val="Heading2"/>
    <w:rsid w:val="00D77D95"/>
    <w:rPr>
      <w:rFonts w:ascii="Arial Black" w:hAnsi="Arial Black" w:cs="Arial"/>
      <w:caps/>
      <w:color w:val="FF6600"/>
      <w:spacing w:val="15"/>
      <w:kern w:val="28"/>
      <w:sz w:val="28"/>
      <w:szCs w:val="28"/>
      <w:lang w:val="en-US" w:eastAsia="en-US" w:bidi="ar-SA"/>
    </w:rPr>
  </w:style>
  <w:style w:type="paragraph" w:customStyle="1" w:styleId="HeadingTopofColumn">
    <w:name w:val="Heading Top of Column"/>
    <w:basedOn w:val="Heading3"/>
    <w:rsid w:val="00AA23E7"/>
    <w:pPr>
      <w:spacing w:before="0"/>
    </w:pPr>
  </w:style>
  <w:style w:type="paragraph" w:customStyle="1" w:styleId="unknownstyle">
    <w:name w:val="unknown style"/>
    <w:rsid w:val="00AA5AAE"/>
    <w:pPr>
      <w:widowControl w:val="0"/>
      <w:overflowPunct w:val="0"/>
      <w:autoSpaceDE w:val="0"/>
      <w:autoSpaceDN w:val="0"/>
      <w:adjustRightInd w:val="0"/>
      <w:jc w:val="right"/>
    </w:pPr>
    <w:rPr>
      <w:rFonts w:ascii="Maiandra GD" w:hAnsi="Maiandra GD" w:cs="Maiandra GD"/>
      <w:color w:val="000000"/>
      <w:kern w:val="28"/>
      <w:lang w:bidi="he-IL"/>
    </w:rPr>
  </w:style>
  <w:style w:type="paragraph" w:styleId="List">
    <w:name w:val="List"/>
    <w:rsid w:val="00D77D95"/>
    <w:pPr>
      <w:numPr>
        <w:numId w:val="1"/>
      </w:numPr>
      <w:spacing w:before="240" w:after="120"/>
      <w:ind w:right="432"/>
    </w:pPr>
    <w:rPr>
      <w:rFonts w:ascii="Arial" w:hAnsi="Arial"/>
      <w:color w:val="FF6600"/>
      <w:szCs w:val="24"/>
    </w:rPr>
  </w:style>
  <w:style w:type="paragraph" w:styleId="BodyText3">
    <w:name w:val="Body Text 3"/>
    <w:basedOn w:val="Normal"/>
    <w:rsid w:val="00691486"/>
    <w:pPr>
      <w:spacing w:after="120"/>
    </w:pPr>
    <w:rPr>
      <w:sz w:val="16"/>
      <w:szCs w:val="16"/>
    </w:rPr>
  </w:style>
  <w:style w:type="paragraph" w:customStyle="1" w:styleId="Address1">
    <w:name w:val="Address 1"/>
    <w:rsid w:val="00EF156D"/>
    <w:pPr>
      <w:jc w:val="center"/>
    </w:pPr>
    <w:rPr>
      <w:rFonts w:ascii="Arial Black" w:hAnsi="Arial Black" w:cs="Arial"/>
      <w:color w:val="FF6600"/>
      <w:spacing w:val="-5"/>
      <w:sz w:val="22"/>
      <w:szCs w:val="22"/>
    </w:rPr>
  </w:style>
  <w:style w:type="character" w:styleId="Emphasis">
    <w:name w:val="Emphasis"/>
    <w:qFormat/>
    <w:rsid w:val="00481C84"/>
    <w:rPr>
      <w:b/>
      <w:spacing w:val="-10"/>
    </w:rPr>
  </w:style>
  <w:style w:type="character" w:customStyle="1" w:styleId="BodyTextChar">
    <w:name w:val="Body Text Char"/>
    <w:basedOn w:val="DefaultParagraphFont"/>
    <w:link w:val="BodyText"/>
    <w:rsid w:val="00D77D95"/>
    <w:rPr>
      <w:rFonts w:ascii="Arial" w:hAnsi="Arial" w:cs="Arial"/>
      <w:color w:val="FF6600"/>
      <w:spacing w:val="-5"/>
      <w:szCs w:val="22"/>
      <w:lang w:val="en-US" w:eastAsia="en-US" w:bidi="ar-SA"/>
    </w:rPr>
  </w:style>
  <w:style w:type="character" w:customStyle="1" w:styleId="Heading4Char">
    <w:name w:val="Heading 4 Char"/>
    <w:basedOn w:val="BodyTextChar"/>
    <w:link w:val="Heading4"/>
    <w:rsid w:val="0051564E"/>
    <w:rPr>
      <w:caps/>
      <w:szCs w:val="32"/>
    </w:rPr>
  </w:style>
  <w:style w:type="paragraph" w:styleId="BodyText2">
    <w:name w:val="Body Text 2"/>
    <w:link w:val="BodyText2Char"/>
    <w:rsid w:val="008E7D7C"/>
    <w:pPr>
      <w:spacing w:before="100" w:beforeAutospacing="1" w:after="100" w:afterAutospacing="1"/>
      <w:ind w:left="144" w:right="144"/>
      <w:contextualSpacing/>
      <w:jc w:val="right"/>
      <w:outlineLvl w:val="0"/>
    </w:pPr>
    <w:rPr>
      <w:rFonts w:ascii="Arial Black" w:hAnsi="Arial Black" w:cs="Arial"/>
      <w:color w:val="FF6600"/>
      <w:sz w:val="22"/>
      <w:szCs w:val="22"/>
    </w:rPr>
  </w:style>
  <w:style w:type="character" w:customStyle="1" w:styleId="BodyText2Char">
    <w:name w:val="Body Text 2 Char"/>
    <w:basedOn w:val="BodyTextChar"/>
    <w:link w:val="BodyText2"/>
    <w:rsid w:val="008E7D7C"/>
    <w:rPr>
      <w:rFonts w:ascii="Arial Black" w:hAnsi="Arial Black"/>
    </w:rPr>
  </w:style>
  <w:style w:type="paragraph" w:styleId="Header">
    <w:name w:val="header"/>
    <w:basedOn w:val="Normal"/>
    <w:rsid w:val="004B3D95"/>
    <w:pPr>
      <w:tabs>
        <w:tab w:val="center" w:pos="4320"/>
        <w:tab w:val="right" w:pos="8640"/>
      </w:tabs>
      <w:spacing w:before="0" w:after="0" w:line="240" w:lineRule="auto"/>
    </w:pPr>
    <w:rPr>
      <w:rFonts w:ascii="Times New Roman" w:hAnsi="Times New Roman"/>
      <w:color w:val="auto"/>
      <w:kern w:val="0"/>
      <w:sz w:val="24"/>
      <w:szCs w:val="24"/>
      <w:lang w:bidi="ar-SA"/>
    </w:rPr>
  </w:style>
</w:styles>
</file>

<file path=word/webSettings.xml><?xml version="1.0" encoding="utf-8"?>
<w:webSettings xmlns:r="http://schemas.openxmlformats.org/officeDocument/2006/relationships" xmlns:w="http://schemas.openxmlformats.org/wordprocessingml/2006/main">
  <w:divs>
    <w:div w:id="262425629">
      <w:bodyDiv w:val="1"/>
      <w:marLeft w:val="0"/>
      <w:marRight w:val="0"/>
      <w:marTop w:val="0"/>
      <w:marBottom w:val="0"/>
      <w:divBdr>
        <w:top w:val="none" w:sz="0" w:space="0" w:color="auto"/>
        <w:left w:val="none" w:sz="0" w:space="0" w:color="auto"/>
        <w:bottom w:val="none" w:sz="0" w:space="0" w:color="auto"/>
        <w:right w:val="none" w:sz="0" w:space="0" w:color="auto"/>
      </w:divBdr>
    </w:div>
    <w:div w:id="351227992">
      <w:bodyDiv w:val="1"/>
      <w:marLeft w:val="0"/>
      <w:marRight w:val="0"/>
      <w:marTop w:val="0"/>
      <w:marBottom w:val="0"/>
      <w:divBdr>
        <w:top w:val="none" w:sz="0" w:space="0" w:color="auto"/>
        <w:left w:val="none" w:sz="0" w:space="0" w:color="auto"/>
        <w:bottom w:val="none" w:sz="0" w:space="0" w:color="auto"/>
        <w:right w:val="none" w:sz="0" w:space="0" w:color="auto"/>
      </w:divBdr>
    </w:div>
    <w:div w:id="425228510">
      <w:bodyDiv w:val="1"/>
      <w:marLeft w:val="0"/>
      <w:marRight w:val="0"/>
      <w:marTop w:val="0"/>
      <w:marBottom w:val="0"/>
      <w:divBdr>
        <w:top w:val="none" w:sz="0" w:space="0" w:color="auto"/>
        <w:left w:val="none" w:sz="0" w:space="0" w:color="auto"/>
        <w:bottom w:val="none" w:sz="0" w:space="0" w:color="auto"/>
        <w:right w:val="none" w:sz="0" w:space="0" w:color="auto"/>
      </w:divBdr>
    </w:div>
    <w:div w:id="437410564">
      <w:bodyDiv w:val="1"/>
      <w:marLeft w:val="0"/>
      <w:marRight w:val="0"/>
      <w:marTop w:val="0"/>
      <w:marBottom w:val="0"/>
      <w:divBdr>
        <w:top w:val="none" w:sz="0" w:space="0" w:color="auto"/>
        <w:left w:val="none" w:sz="0" w:space="0" w:color="auto"/>
        <w:bottom w:val="none" w:sz="0" w:space="0" w:color="auto"/>
        <w:right w:val="none" w:sz="0" w:space="0" w:color="auto"/>
      </w:divBdr>
    </w:div>
    <w:div w:id="457452303">
      <w:bodyDiv w:val="1"/>
      <w:marLeft w:val="0"/>
      <w:marRight w:val="0"/>
      <w:marTop w:val="0"/>
      <w:marBottom w:val="0"/>
      <w:divBdr>
        <w:top w:val="none" w:sz="0" w:space="0" w:color="auto"/>
        <w:left w:val="none" w:sz="0" w:space="0" w:color="auto"/>
        <w:bottom w:val="none" w:sz="0" w:space="0" w:color="auto"/>
        <w:right w:val="none" w:sz="0" w:space="0" w:color="auto"/>
      </w:divBdr>
    </w:div>
    <w:div w:id="526452143">
      <w:bodyDiv w:val="1"/>
      <w:marLeft w:val="0"/>
      <w:marRight w:val="0"/>
      <w:marTop w:val="0"/>
      <w:marBottom w:val="0"/>
      <w:divBdr>
        <w:top w:val="none" w:sz="0" w:space="0" w:color="auto"/>
        <w:left w:val="none" w:sz="0" w:space="0" w:color="auto"/>
        <w:bottom w:val="none" w:sz="0" w:space="0" w:color="auto"/>
        <w:right w:val="none" w:sz="0" w:space="0" w:color="auto"/>
      </w:divBdr>
    </w:div>
    <w:div w:id="559513336">
      <w:bodyDiv w:val="1"/>
      <w:marLeft w:val="0"/>
      <w:marRight w:val="0"/>
      <w:marTop w:val="0"/>
      <w:marBottom w:val="0"/>
      <w:divBdr>
        <w:top w:val="none" w:sz="0" w:space="0" w:color="auto"/>
        <w:left w:val="none" w:sz="0" w:space="0" w:color="auto"/>
        <w:bottom w:val="none" w:sz="0" w:space="0" w:color="auto"/>
        <w:right w:val="none" w:sz="0" w:space="0" w:color="auto"/>
      </w:divBdr>
    </w:div>
    <w:div w:id="693070636">
      <w:bodyDiv w:val="1"/>
      <w:marLeft w:val="0"/>
      <w:marRight w:val="0"/>
      <w:marTop w:val="0"/>
      <w:marBottom w:val="0"/>
      <w:divBdr>
        <w:top w:val="none" w:sz="0" w:space="0" w:color="auto"/>
        <w:left w:val="none" w:sz="0" w:space="0" w:color="auto"/>
        <w:bottom w:val="none" w:sz="0" w:space="0" w:color="auto"/>
        <w:right w:val="none" w:sz="0" w:space="0" w:color="auto"/>
      </w:divBdr>
    </w:div>
    <w:div w:id="785546035">
      <w:bodyDiv w:val="1"/>
      <w:marLeft w:val="0"/>
      <w:marRight w:val="0"/>
      <w:marTop w:val="0"/>
      <w:marBottom w:val="0"/>
      <w:divBdr>
        <w:top w:val="none" w:sz="0" w:space="0" w:color="auto"/>
        <w:left w:val="none" w:sz="0" w:space="0" w:color="auto"/>
        <w:bottom w:val="none" w:sz="0" w:space="0" w:color="auto"/>
        <w:right w:val="none" w:sz="0" w:space="0" w:color="auto"/>
      </w:divBdr>
    </w:div>
    <w:div w:id="811599018">
      <w:bodyDiv w:val="1"/>
      <w:marLeft w:val="0"/>
      <w:marRight w:val="0"/>
      <w:marTop w:val="0"/>
      <w:marBottom w:val="0"/>
      <w:divBdr>
        <w:top w:val="none" w:sz="0" w:space="0" w:color="auto"/>
        <w:left w:val="none" w:sz="0" w:space="0" w:color="auto"/>
        <w:bottom w:val="none" w:sz="0" w:space="0" w:color="auto"/>
        <w:right w:val="none" w:sz="0" w:space="0" w:color="auto"/>
      </w:divBdr>
    </w:div>
    <w:div w:id="866799597">
      <w:bodyDiv w:val="1"/>
      <w:marLeft w:val="0"/>
      <w:marRight w:val="0"/>
      <w:marTop w:val="0"/>
      <w:marBottom w:val="0"/>
      <w:divBdr>
        <w:top w:val="none" w:sz="0" w:space="0" w:color="auto"/>
        <w:left w:val="none" w:sz="0" w:space="0" w:color="auto"/>
        <w:bottom w:val="none" w:sz="0" w:space="0" w:color="auto"/>
        <w:right w:val="none" w:sz="0" w:space="0" w:color="auto"/>
      </w:divBdr>
    </w:div>
    <w:div w:id="914978508">
      <w:bodyDiv w:val="1"/>
      <w:marLeft w:val="0"/>
      <w:marRight w:val="0"/>
      <w:marTop w:val="0"/>
      <w:marBottom w:val="0"/>
      <w:divBdr>
        <w:top w:val="none" w:sz="0" w:space="0" w:color="auto"/>
        <w:left w:val="none" w:sz="0" w:space="0" w:color="auto"/>
        <w:bottom w:val="none" w:sz="0" w:space="0" w:color="auto"/>
        <w:right w:val="none" w:sz="0" w:space="0" w:color="auto"/>
      </w:divBdr>
    </w:div>
    <w:div w:id="1240553861">
      <w:bodyDiv w:val="1"/>
      <w:marLeft w:val="0"/>
      <w:marRight w:val="0"/>
      <w:marTop w:val="0"/>
      <w:marBottom w:val="0"/>
      <w:divBdr>
        <w:top w:val="none" w:sz="0" w:space="0" w:color="auto"/>
        <w:left w:val="none" w:sz="0" w:space="0" w:color="auto"/>
        <w:bottom w:val="none" w:sz="0" w:space="0" w:color="auto"/>
        <w:right w:val="none" w:sz="0" w:space="0" w:color="auto"/>
      </w:divBdr>
    </w:div>
    <w:div w:id="1375469867">
      <w:bodyDiv w:val="1"/>
      <w:marLeft w:val="0"/>
      <w:marRight w:val="0"/>
      <w:marTop w:val="0"/>
      <w:marBottom w:val="0"/>
      <w:divBdr>
        <w:top w:val="none" w:sz="0" w:space="0" w:color="auto"/>
        <w:left w:val="none" w:sz="0" w:space="0" w:color="auto"/>
        <w:bottom w:val="none" w:sz="0" w:space="0" w:color="auto"/>
        <w:right w:val="none" w:sz="0" w:space="0" w:color="auto"/>
      </w:divBdr>
    </w:div>
    <w:div w:id="1488785929">
      <w:bodyDiv w:val="1"/>
      <w:marLeft w:val="0"/>
      <w:marRight w:val="0"/>
      <w:marTop w:val="0"/>
      <w:marBottom w:val="0"/>
      <w:divBdr>
        <w:top w:val="none" w:sz="0" w:space="0" w:color="auto"/>
        <w:left w:val="none" w:sz="0" w:space="0" w:color="auto"/>
        <w:bottom w:val="none" w:sz="0" w:space="0" w:color="auto"/>
        <w:right w:val="none" w:sz="0" w:space="0" w:color="auto"/>
      </w:divBdr>
    </w:div>
    <w:div w:id="1495535228">
      <w:bodyDiv w:val="1"/>
      <w:marLeft w:val="0"/>
      <w:marRight w:val="0"/>
      <w:marTop w:val="0"/>
      <w:marBottom w:val="0"/>
      <w:divBdr>
        <w:top w:val="none" w:sz="0" w:space="0" w:color="auto"/>
        <w:left w:val="none" w:sz="0" w:space="0" w:color="auto"/>
        <w:bottom w:val="none" w:sz="0" w:space="0" w:color="auto"/>
        <w:right w:val="none" w:sz="0" w:space="0" w:color="auto"/>
      </w:divBdr>
    </w:div>
    <w:div w:id="1598362331">
      <w:bodyDiv w:val="1"/>
      <w:marLeft w:val="0"/>
      <w:marRight w:val="0"/>
      <w:marTop w:val="0"/>
      <w:marBottom w:val="0"/>
      <w:divBdr>
        <w:top w:val="none" w:sz="0" w:space="0" w:color="auto"/>
        <w:left w:val="none" w:sz="0" w:space="0" w:color="auto"/>
        <w:bottom w:val="none" w:sz="0" w:space="0" w:color="auto"/>
        <w:right w:val="none" w:sz="0" w:space="0" w:color="auto"/>
      </w:divBdr>
    </w:div>
    <w:div w:id="1636983923">
      <w:bodyDiv w:val="1"/>
      <w:marLeft w:val="0"/>
      <w:marRight w:val="0"/>
      <w:marTop w:val="0"/>
      <w:marBottom w:val="0"/>
      <w:divBdr>
        <w:top w:val="none" w:sz="0" w:space="0" w:color="auto"/>
        <w:left w:val="none" w:sz="0" w:space="0" w:color="auto"/>
        <w:bottom w:val="none" w:sz="0" w:space="0" w:color="auto"/>
        <w:right w:val="none" w:sz="0" w:space="0" w:color="auto"/>
      </w:divBdr>
    </w:div>
    <w:div w:id="1661149964">
      <w:bodyDiv w:val="1"/>
      <w:marLeft w:val="0"/>
      <w:marRight w:val="0"/>
      <w:marTop w:val="0"/>
      <w:marBottom w:val="0"/>
      <w:divBdr>
        <w:top w:val="none" w:sz="0" w:space="0" w:color="auto"/>
        <w:left w:val="none" w:sz="0" w:space="0" w:color="auto"/>
        <w:bottom w:val="none" w:sz="0" w:space="0" w:color="auto"/>
        <w:right w:val="none" w:sz="0" w:space="0" w:color="auto"/>
      </w:divBdr>
    </w:div>
    <w:div w:id="1778407035">
      <w:bodyDiv w:val="1"/>
      <w:marLeft w:val="0"/>
      <w:marRight w:val="0"/>
      <w:marTop w:val="0"/>
      <w:marBottom w:val="0"/>
      <w:divBdr>
        <w:top w:val="none" w:sz="0" w:space="0" w:color="auto"/>
        <w:left w:val="none" w:sz="0" w:space="0" w:color="auto"/>
        <w:bottom w:val="none" w:sz="0" w:space="0" w:color="auto"/>
        <w:right w:val="none" w:sz="0" w:space="0" w:color="auto"/>
      </w:divBdr>
    </w:div>
    <w:div w:id="1824615552">
      <w:bodyDiv w:val="1"/>
      <w:marLeft w:val="0"/>
      <w:marRight w:val="0"/>
      <w:marTop w:val="0"/>
      <w:marBottom w:val="0"/>
      <w:divBdr>
        <w:top w:val="none" w:sz="0" w:space="0" w:color="auto"/>
        <w:left w:val="none" w:sz="0" w:space="0" w:color="auto"/>
        <w:bottom w:val="none" w:sz="0" w:space="0" w:color="auto"/>
        <w:right w:val="none" w:sz="0" w:space="0" w:color="auto"/>
      </w:divBdr>
    </w:div>
    <w:div w:id="18835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baker1x\Desktop\HOW%20TO%20CRE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HOW TO CREATE</Template>
  <TotalTime>0</TotalTime>
  <Pages>2</Pages>
  <Words>605</Words>
  <Characters>3454</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HOW TO CREATE</vt:lpstr>
    </vt:vector>
  </TitlesOfParts>
  <Manager/>
  <Company>Microsoft Corporation</Company>
  <LinksUpToDate>false</LinksUpToDate>
  <CharactersWithSpaces>4051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CREATE</dc:title>
  <dc:subject/>
  <dc:creator>cbaker1X</dc:creator>
  <cp:keywords/>
  <dc:description/>
  <cp:lastModifiedBy>KErdmann</cp:lastModifiedBy>
  <cp:revision>2</cp:revision>
  <cp:lastPrinted>2003-06-05T20:39:00Z</cp:lastPrinted>
  <dcterms:created xsi:type="dcterms:W3CDTF">2010-01-18T19:46:00Z</dcterms:created>
  <dcterms:modified xsi:type="dcterms:W3CDTF">2010-01-18T19:46:00Z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TC062062991033</vt:lpwstr>
  </property>
</Properties>
</file>